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DADF5" w14:textId="77777777" w:rsidR="002E0B70" w:rsidRDefault="00995B32" w:rsidP="002E0B70">
      <w:pPr>
        <w:rPr>
          <w:rFonts w:ascii="Bookman Old Style" w:hAnsi="Bookman Old Style" w:cs="Arial"/>
          <w:b/>
          <w:sz w:val="22"/>
          <w:szCs w:val="22"/>
        </w:rPr>
      </w:pPr>
      <w:r w:rsidRPr="00EC1FBE">
        <w:rPr>
          <w:rFonts w:ascii="Bookman Old Style" w:hAnsi="Bookman Old Style" w:cs="Arial"/>
          <w:sz w:val="22"/>
          <w:szCs w:val="22"/>
        </w:rPr>
        <w:t xml:space="preserve">Esami di Stato di abilitazione alla libera professionedi </w:t>
      </w:r>
      <w:r w:rsidR="00793CF2">
        <w:rPr>
          <w:rFonts w:ascii="Bookman Old Style" w:hAnsi="Bookman Old Style" w:cs="Arial"/>
          <w:sz w:val="22"/>
          <w:szCs w:val="22"/>
        </w:rPr>
        <w:t xml:space="preserve">  </w:t>
      </w:r>
      <w:r w:rsidR="002E0B70">
        <w:rPr>
          <w:rFonts w:ascii="Bookman Old Style" w:hAnsi="Bookman Old Style" w:cs="Arial"/>
          <w:b/>
          <w:sz w:val="22"/>
          <w:szCs w:val="22"/>
        </w:rPr>
        <w:t>AGROTECNICO E AGROTECNICO  LAUREATO</w:t>
      </w:r>
    </w:p>
    <w:p w14:paraId="531763FF" w14:textId="77777777" w:rsidR="00AF59C1" w:rsidRDefault="00AF59C1" w:rsidP="00E636B8">
      <w:pPr>
        <w:rPr>
          <w:rFonts w:ascii="Bookman Old Style" w:hAnsi="Bookman Old Style" w:cs="Arial"/>
          <w:b/>
          <w:sz w:val="22"/>
          <w:szCs w:val="22"/>
        </w:rPr>
      </w:pPr>
    </w:p>
    <w:p w14:paraId="43641F3A" w14:textId="77777777" w:rsidR="00995B32" w:rsidRPr="00B83D1A" w:rsidRDefault="00995B32" w:rsidP="00E636B8">
      <w:pPr>
        <w:rPr>
          <w:rFonts w:ascii="Bookman Old Style" w:hAnsi="Bookman Old Style" w:cs="Arial"/>
          <w:b/>
          <w:sz w:val="22"/>
          <w:szCs w:val="22"/>
        </w:rPr>
      </w:pPr>
      <w:r w:rsidRPr="00B83D1A">
        <w:rPr>
          <w:rFonts w:ascii="Bookman Old Style" w:hAnsi="Bookman Old Style" w:cs="Arial"/>
          <w:b/>
          <w:sz w:val="22"/>
          <w:szCs w:val="22"/>
        </w:rPr>
        <w:t>Sessione 20</w:t>
      </w:r>
      <w:r w:rsidR="000F2B7F">
        <w:rPr>
          <w:rFonts w:ascii="Bookman Old Style" w:hAnsi="Bookman Old Style" w:cs="Arial"/>
          <w:b/>
          <w:sz w:val="22"/>
          <w:szCs w:val="22"/>
        </w:rPr>
        <w:t>2</w:t>
      </w:r>
      <w:r w:rsidR="00FE11FF">
        <w:rPr>
          <w:rFonts w:ascii="Bookman Old Style" w:hAnsi="Bookman Old Style" w:cs="Arial"/>
          <w:b/>
          <w:sz w:val="22"/>
          <w:szCs w:val="22"/>
        </w:rPr>
        <w:t>4</w:t>
      </w:r>
      <w:r w:rsidR="00487614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FC4A68">
        <w:rPr>
          <w:rFonts w:ascii="Bookman Old Style" w:hAnsi="Bookman Old Style" w:cs="Arial"/>
          <w:b/>
          <w:sz w:val="22"/>
          <w:szCs w:val="22"/>
        </w:rPr>
        <w:t>–</w:t>
      </w:r>
      <w:r w:rsidR="00487614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B83D1A">
        <w:rPr>
          <w:rFonts w:ascii="Bookman Old Style" w:hAnsi="Bookman Old Style" w:cs="Arial"/>
          <w:b/>
          <w:sz w:val="22"/>
          <w:szCs w:val="22"/>
        </w:rPr>
        <w:t>ELENCO</w:t>
      </w:r>
      <w:r w:rsidR="00487614">
        <w:rPr>
          <w:rFonts w:ascii="Bookman Old Style" w:hAnsi="Bookman Old Style" w:cs="Arial"/>
          <w:b/>
          <w:sz w:val="22"/>
          <w:szCs w:val="22"/>
        </w:rPr>
        <w:t xml:space="preserve">  </w:t>
      </w:r>
      <w:r w:rsidR="0028736B">
        <w:rPr>
          <w:rFonts w:ascii="Bookman Old Style" w:hAnsi="Bookman Old Style" w:cs="Arial"/>
          <w:b/>
          <w:sz w:val="22"/>
          <w:szCs w:val="22"/>
        </w:rPr>
        <w:t>COMMISSIONI  -  CANDIDATI</w:t>
      </w:r>
    </w:p>
    <w:p w14:paraId="730EDBFE" w14:textId="77777777" w:rsidR="007468B9" w:rsidRDefault="007468B9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p w14:paraId="1C1A9D01" w14:textId="77777777" w:rsidR="00E636B8" w:rsidRPr="007468B9" w:rsidRDefault="00E636B8" w:rsidP="005A12B5">
      <w:pPr>
        <w:rPr>
          <w:rFonts w:ascii="Bookman Old Style" w:hAnsi="Bookman Old Style" w:cs="Arial"/>
          <w:b/>
          <w:color w:val="1F497D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4A9ABADF" w14:textId="77777777" w:rsidTr="006760D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60169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3570EF03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8E2613" w14:textId="77777777" w:rsidR="006061D4" w:rsidRDefault="006061D4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14:paraId="10577488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Regione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1E3FC7" w14:textId="77777777" w:rsidR="00154772" w:rsidRPr="00EC1FBE" w:rsidRDefault="00B83312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17BE0" w14:textId="77777777" w:rsidR="00154772" w:rsidRPr="00EC1FBE" w:rsidRDefault="00154772" w:rsidP="00154772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6F7A1E42" w14:textId="77777777" w:rsidR="00154772" w:rsidRDefault="00154772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  <w:p w14:paraId="3AE7BAAB" w14:textId="77777777" w:rsidR="006061D4" w:rsidRPr="00EC1FBE" w:rsidRDefault="006061D4" w:rsidP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327" w14:textId="77777777" w:rsidR="00154772" w:rsidRPr="00EC1FBE" w:rsidRDefault="00154772" w:rsidP="00154772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4978A1A0" w14:textId="77777777" w:rsidR="00154772" w:rsidRDefault="00154772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 w:rsidR="00EC1FBE"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  <w:p w14:paraId="33DD4487" w14:textId="77777777" w:rsidR="006061D4" w:rsidRPr="00EC1FBE" w:rsidRDefault="006061D4" w:rsidP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54772" w14:paraId="33B33332" w14:textId="77777777" w:rsidTr="006760D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CFFCFF5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CD9C6C3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ABRUZZO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9AB2218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547EB48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319E6AD" w14:textId="77777777" w:rsidR="00154772" w:rsidRDefault="0015477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760432" w14:paraId="0690C6DF" w14:textId="77777777" w:rsidTr="006760D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FCF6A" w14:textId="77777777" w:rsidR="00232C4C" w:rsidRDefault="00232C4C" w:rsidP="003D3867">
            <w:pPr>
              <w:pStyle w:val="Default"/>
              <w:ind w:left="142"/>
              <w:jc w:val="center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  <w:p w14:paraId="658515EF" w14:textId="77777777" w:rsidR="00760432" w:rsidRPr="00D054DA" w:rsidRDefault="003D3867" w:rsidP="003D3867">
            <w:pPr>
              <w:pStyle w:val="Default"/>
              <w:ind w:left="142"/>
              <w:jc w:val="center"/>
              <w:rPr>
                <w:rFonts w:ascii="Bookman Old Style" w:hAnsi="Bookman Old Style"/>
                <w:b/>
                <w:iCs/>
                <w:sz w:val="18"/>
                <w:szCs w:val="18"/>
              </w:rPr>
            </w:pPr>
            <w:r w:rsidRPr="00D054DA">
              <w:rPr>
                <w:rFonts w:ascii="Bookman Old Style" w:hAnsi="Bookman Old Style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588D" w14:textId="77777777" w:rsidR="00760432" w:rsidRDefault="00760432" w:rsidP="00995B32">
            <w:pPr>
              <w:pStyle w:val="Default"/>
              <w:ind w:left="142"/>
              <w:rPr>
                <w:rFonts w:ascii="Bookman Old Style" w:hAnsi="Bookman Old Style"/>
                <w:bCs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CF42F" w14:textId="77777777" w:rsidR="00232C4C" w:rsidRDefault="00232C4C" w:rsidP="003D386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iCs/>
                <w:color w:val="000000"/>
                <w:sz w:val="18"/>
                <w:szCs w:val="18"/>
              </w:rPr>
            </w:pPr>
          </w:p>
          <w:p w14:paraId="1E309C8C" w14:textId="77777777" w:rsidR="0090258C" w:rsidRDefault="0090258C" w:rsidP="003D386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i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iCs/>
                <w:color w:val="000000"/>
                <w:sz w:val="18"/>
                <w:szCs w:val="18"/>
              </w:rPr>
              <w:t>TERAMO</w:t>
            </w:r>
          </w:p>
          <w:p w14:paraId="49F268CC" w14:textId="77777777" w:rsidR="00B3458F" w:rsidRPr="003F5E73" w:rsidRDefault="00B3458F" w:rsidP="003D386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  <w:p w14:paraId="73AB2DF4" w14:textId="77777777" w:rsidR="00760432" w:rsidRDefault="00760432" w:rsidP="00995B32">
            <w:pPr>
              <w:pStyle w:val="Default"/>
              <w:ind w:left="142"/>
              <w:rPr>
                <w:rFonts w:ascii="Bookman Old Style" w:hAnsi="Bookman Old Style"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ECD4D" w14:textId="77777777" w:rsidR="00760432" w:rsidRDefault="003D3867" w:rsidP="003D3867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rPr>
                <w:rFonts w:ascii="Bookman Old Style" w:hAnsi="Bookman Old Style"/>
                <w:iCs/>
                <w:sz w:val="18"/>
                <w:szCs w:val="18"/>
              </w:rPr>
            </w:pPr>
            <w:r>
              <w:rPr>
                <w:rFonts w:ascii="Bookman Old Style" w:hAnsi="Bookman Old Style"/>
                <w:iCs/>
                <w:sz w:val="18"/>
                <w:szCs w:val="18"/>
              </w:rPr>
              <w:t>70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A691" w14:textId="77777777" w:rsidR="00760432" w:rsidRDefault="00760432" w:rsidP="00995B3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Bookman Old Style" w:hAnsi="Bookman Old Style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14:paraId="7B2A0358" w14:textId="77777777" w:rsidR="00786C2C" w:rsidRPr="00786C2C" w:rsidRDefault="00786C2C">
      <w:pPr>
        <w:rPr>
          <w:rFonts w:ascii="Bookman Old Style" w:hAnsi="Bookman Old Style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1701"/>
        <w:gridCol w:w="3260"/>
      </w:tblGrid>
      <w:tr w:rsidR="006C3233" w14:paraId="4E213D9C" w14:textId="77777777" w:rsidTr="006760D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5CF38DD" w14:textId="77777777" w:rsidR="006C3233" w:rsidRDefault="006C323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9C52D5B" w14:textId="77777777" w:rsidR="006C3233" w:rsidRDefault="006C323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BASILICATA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C69E94E" w14:textId="77777777" w:rsidR="006C3233" w:rsidRDefault="006C323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2828BA" w14:textId="77777777" w:rsidR="006C3233" w:rsidRDefault="006C323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DAF6E23" w14:textId="77777777" w:rsidR="006C3233" w:rsidRDefault="006C323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0342AB" w14:paraId="53448B42" w14:textId="77777777" w:rsidTr="000342A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55E1D" w14:textId="77777777" w:rsidR="000342AB" w:rsidRPr="00D054DA" w:rsidRDefault="000342AB" w:rsidP="003D3867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87393" w14:textId="77777777" w:rsidR="000342AB" w:rsidRDefault="000342AB" w:rsidP="006C3233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69DC0" w14:textId="77777777" w:rsidR="000342AB" w:rsidRDefault="000342AB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CEB64D" w14:textId="77777777" w:rsidR="000342AB" w:rsidRDefault="000342AB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POTENZA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693482DC" w14:textId="77777777" w:rsidR="000342AB" w:rsidRDefault="000342AB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D186D" w14:textId="77777777" w:rsidR="000342AB" w:rsidRDefault="000342AB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ED3A8" w14:textId="77777777" w:rsidR="00060949" w:rsidRDefault="000342AB" w:rsidP="006C3233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38 Potenza</w:t>
            </w:r>
          </w:p>
          <w:p w14:paraId="563AA780" w14:textId="77777777" w:rsidR="000342AB" w:rsidRDefault="000342AB" w:rsidP="006C3233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20 Salerno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8C0AE" w14:textId="77777777" w:rsidR="000342AB" w:rsidRPr="00D054DA" w:rsidRDefault="000342AB" w:rsidP="000342AB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58</w:t>
            </w:r>
          </w:p>
        </w:tc>
      </w:tr>
    </w:tbl>
    <w:p w14:paraId="079F37B9" w14:textId="77777777" w:rsidR="00786C2C" w:rsidRPr="00786C2C" w:rsidRDefault="00786C2C">
      <w:pPr>
        <w:rPr>
          <w:rFonts w:ascii="Bookman Old Style" w:hAnsi="Bookman Old Style"/>
          <w:sz w:val="18"/>
          <w:szCs w:val="18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6F889923" w14:textId="77777777" w:rsidTr="006760D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2297865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BFC7969" w14:textId="77777777" w:rsidR="00154772" w:rsidRDefault="00E2636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CALABRIA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6FCA65E5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42B3EE3B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BC7154B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32C4C" w14:paraId="54BAE458" w14:textId="77777777" w:rsidTr="00DB4F1B">
        <w:trPr>
          <w:trHeight w:val="6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7CB13" w14:textId="77777777" w:rsidR="00232C4C" w:rsidRPr="00D054DA" w:rsidRDefault="00232C4C" w:rsidP="003D3867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36E67F61" w14:textId="77777777" w:rsidR="00232C4C" w:rsidRPr="00D054DA" w:rsidRDefault="00232C4C" w:rsidP="003D3867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8028" w14:textId="77777777" w:rsidR="00232C4C" w:rsidRDefault="00232C4C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6928" w14:textId="77777777" w:rsidR="00232C4C" w:rsidRDefault="00232C4C" w:rsidP="003D386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sz w:val="18"/>
                <w:szCs w:val="18"/>
              </w:rPr>
              <w:t>VIBO VALENTIA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4E936" w14:textId="77777777" w:rsidR="00232C4C" w:rsidRDefault="00232C4C" w:rsidP="003D3867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4753B9F9" w14:textId="77777777" w:rsidR="00232C4C" w:rsidRDefault="00232C4C" w:rsidP="003D3867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sz w:val="18"/>
                <w:szCs w:val="18"/>
              </w:rPr>
              <w:t>54</w:t>
            </w:r>
            <w:r>
              <w:rPr>
                <w:rFonts w:ascii="Bookman Old Style" w:hAnsi="Bookman Old Style" w:cs="Book Antiqua"/>
                <w:sz w:val="18"/>
                <w:szCs w:val="18"/>
              </w:rPr>
              <w:br/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125AF3" w14:textId="77777777" w:rsidR="00232C4C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537FFC8" w14:textId="77777777" w:rsidR="00232C4C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05C7DE4" w14:textId="77777777" w:rsidR="00232C4C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7564C53" w14:textId="77777777" w:rsidR="00232C4C" w:rsidRPr="00D054DA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164</w:t>
            </w:r>
          </w:p>
        </w:tc>
      </w:tr>
      <w:tr w:rsidR="00232C4C" w14:paraId="76E0C532" w14:textId="77777777" w:rsidTr="00DB4F1B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D5CB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6CD48DB5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4</w:t>
            </w:r>
          </w:p>
          <w:p w14:paraId="314D451A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C318" w14:textId="77777777" w:rsidR="00232C4C" w:rsidRDefault="00232C4C" w:rsidP="00232C4C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68F4" w14:textId="77777777" w:rsidR="00232C4C" w:rsidRDefault="00232C4C" w:rsidP="00232C4C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7AAC2E95" w14:textId="77777777" w:rsidR="00232C4C" w:rsidRDefault="00232C4C" w:rsidP="00232C4C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90B1D">
              <w:rPr>
                <w:rFonts w:ascii="Bookman Old Style" w:hAnsi="Bookman Old Style" w:cs="Book Antiqua"/>
                <w:sz w:val="18"/>
                <w:szCs w:val="18"/>
              </w:rPr>
              <w:t>VIBO VALENTIA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F115" w14:textId="77777777" w:rsidR="00232C4C" w:rsidRPr="00EC1FBE" w:rsidRDefault="00232C4C" w:rsidP="00232C4C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sz w:val="18"/>
                <w:szCs w:val="18"/>
              </w:rPr>
              <w:br/>
              <w:t>55</w:t>
            </w:r>
            <w:r>
              <w:rPr>
                <w:rFonts w:ascii="Bookman Old Style" w:hAnsi="Bookman Old Style" w:cs="Book Antiqua"/>
                <w:sz w:val="18"/>
                <w:szCs w:val="18"/>
              </w:rPr>
              <w:br/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C47C48" w14:textId="77777777" w:rsidR="00232C4C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232C4C" w14:paraId="184D2F40" w14:textId="77777777" w:rsidTr="00DB4F1B">
        <w:trPr>
          <w:trHeight w:val="7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16DC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  <w:p w14:paraId="404BCDF7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  <w:t>5</w:t>
            </w:r>
          </w:p>
          <w:p w14:paraId="3729409E" w14:textId="77777777" w:rsidR="00232C4C" w:rsidRPr="00D054DA" w:rsidRDefault="00232C4C" w:rsidP="00232C4C">
            <w:pPr>
              <w:jc w:val="center"/>
              <w:rPr>
                <w:rFonts w:ascii="Bookman Old Style" w:hAnsi="Bookman Old Style" w:cs="Book Antiqua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0B69A" w14:textId="77777777" w:rsidR="00232C4C" w:rsidRDefault="00232C4C" w:rsidP="00232C4C">
            <w:pPr>
              <w:rPr>
                <w:rFonts w:ascii="Bookman Old Style" w:hAnsi="Bookman Old Style" w:cs="Book Antiqu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1D8A" w14:textId="77777777" w:rsidR="00232C4C" w:rsidRDefault="00232C4C" w:rsidP="00232C4C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</w:p>
          <w:p w14:paraId="219C310B" w14:textId="77777777" w:rsidR="00232C4C" w:rsidRPr="00A83C36" w:rsidRDefault="00232C4C" w:rsidP="00232C4C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 w:rsidRPr="00990B1D">
              <w:rPr>
                <w:rFonts w:ascii="Bookman Old Style" w:hAnsi="Bookman Old Style" w:cs="Book Antiqua"/>
                <w:sz w:val="18"/>
                <w:szCs w:val="18"/>
              </w:rPr>
              <w:t>VIBO VALENTIA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23AC8" w14:textId="77777777" w:rsidR="00232C4C" w:rsidRDefault="00232C4C" w:rsidP="00232C4C">
            <w:pPr>
              <w:spacing w:line="276" w:lineRule="auto"/>
              <w:jc w:val="center"/>
              <w:rPr>
                <w:rFonts w:ascii="Bookman Old Style" w:hAnsi="Bookman Old Style" w:cs="Book Antiqua"/>
                <w:sz w:val="18"/>
                <w:szCs w:val="18"/>
              </w:rPr>
            </w:pPr>
            <w:r>
              <w:rPr>
                <w:rFonts w:ascii="Bookman Old Style" w:hAnsi="Bookman Old Style" w:cs="Book Antiqua"/>
                <w:sz w:val="18"/>
                <w:szCs w:val="18"/>
              </w:rPr>
              <w:t>55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BE95" w14:textId="77777777" w:rsidR="00232C4C" w:rsidRDefault="00232C4C" w:rsidP="00232C4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641A788C" w14:textId="77777777" w:rsidR="00FC4A68" w:rsidRPr="00FC4A68" w:rsidRDefault="00FC4A68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154772" w14:paraId="6736E693" w14:textId="77777777" w:rsidTr="00A83C36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68F8BF1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2BF88AC6" w14:textId="77777777" w:rsidR="00154772" w:rsidRDefault="00E2636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CAMPANIA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8F088D2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EBDD7A6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406E2C9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3D3867" w14:paraId="746AF6EB" w14:textId="77777777" w:rsidTr="009547C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88007" w14:textId="77777777" w:rsidR="003D3867" w:rsidRPr="00D054DA" w:rsidRDefault="003D3867" w:rsidP="003D386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294523A" w14:textId="77777777" w:rsidR="000342AB" w:rsidRPr="00D054DA" w:rsidRDefault="000342AB" w:rsidP="003D386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5210" w14:textId="77777777" w:rsidR="003D3867" w:rsidRPr="0090258C" w:rsidRDefault="003D3867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0053C" w14:textId="77777777" w:rsidR="000342AB" w:rsidRDefault="000342AB" w:rsidP="003D386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6A584F8" w14:textId="77777777" w:rsidR="003D3867" w:rsidRPr="003F5E73" w:rsidRDefault="003D3867" w:rsidP="003D386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SALERNO</w:t>
            </w:r>
          </w:p>
          <w:p w14:paraId="76EB0471" w14:textId="77777777" w:rsidR="00903CDA" w:rsidRPr="003F5E73" w:rsidRDefault="00903CDA" w:rsidP="001B0AD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667E6" w14:textId="77777777" w:rsidR="003D3867" w:rsidRDefault="003D3867" w:rsidP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9CBE58" w14:textId="77777777" w:rsidR="003D3867" w:rsidRDefault="003D3867" w:rsidP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F3EFD00" w14:textId="77777777" w:rsidR="00BC7F35" w:rsidRDefault="00BC7F35" w:rsidP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E7CCA55" w14:textId="77777777" w:rsidR="003D3867" w:rsidRPr="00D054DA" w:rsidRDefault="003D3867" w:rsidP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140</w:t>
            </w:r>
          </w:p>
        </w:tc>
      </w:tr>
      <w:tr w:rsidR="003D3867" w14:paraId="7C140C52" w14:textId="77777777" w:rsidTr="009547C9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7F9F" w14:textId="77777777" w:rsidR="003D3867" w:rsidRPr="00D054DA" w:rsidRDefault="003D3867" w:rsidP="003D386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A1FC01F" w14:textId="77777777" w:rsidR="000342AB" w:rsidRPr="00D054DA" w:rsidRDefault="000342AB" w:rsidP="003D3867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1211" w14:textId="77777777" w:rsidR="003D3867" w:rsidRPr="0090258C" w:rsidRDefault="003D3867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407D8" w14:textId="77777777" w:rsidR="000342AB" w:rsidRDefault="000342AB" w:rsidP="003D386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51DB213" w14:textId="77777777" w:rsidR="003D3867" w:rsidRPr="003F5E73" w:rsidRDefault="003D3867" w:rsidP="003D3867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SALERNO</w:t>
            </w:r>
          </w:p>
          <w:p w14:paraId="4F455D1E" w14:textId="77777777" w:rsidR="003D3867" w:rsidRDefault="003D3867" w:rsidP="000342A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2160D" w14:textId="77777777" w:rsidR="003D3867" w:rsidRDefault="003D3867" w:rsidP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B581" w14:textId="77777777" w:rsidR="003D3867" w:rsidRDefault="003D386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829ACA9" w14:textId="77777777" w:rsidR="00FC4A68" w:rsidRDefault="00FC4A68">
      <w:pPr>
        <w:rPr>
          <w:rFonts w:ascii="Bookman Old Style" w:hAnsi="Bookman Old Style"/>
          <w:sz w:val="16"/>
          <w:szCs w:val="16"/>
        </w:rPr>
      </w:pPr>
    </w:p>
    <w:p w14:paraId="61D1A76F" w14:textId="77777777" w:rsidR="00C9552D" w:rsidRDefault="00C9552D">
      <w:pPr>
        <w:rPr>
          <w:rFonts w:ascii="Bookman Old Style" w:hAnsi="Bookman Old Style"/>
          <w:sz w:val="16"/>
          <w:szCs w:val="16"/>
        </w:rPr>
      </w:pPr>
    </w:p>
    <w:p w14:paraId="43113793" w14:textId="77777777" w:rsidR="00491CFA" w:rsidRDefault="00491CFA">
      <w:pPr>
        <w:rPr>
          <w:rFonts w:ascii="Bookman Old Style" w:hAnsi="Bookman Old Style"/>
          <w:sz w:val="16"/>
          <w:szCs w:val="16"/>
        </w:rPr>
      </w:pPr>
    </w:p>
    <w:p w14:paraId="068DCB9C" w14:textId="77777777" w:rsidR="00491CFA" w:rsidRDefault="00491CFA">
      <w:pPr>
        <w:rPr>
          <w:rFonts w:ascii="Bookman Old Style" w:hAnsi="Bookman Old Style"/>
          <w:sz w:val="16"/>
          <w:szCs w:val="16"/>
        </w:rPr>
      </w:pPr>
    </w:p>
    <w:p w14:paraId="08C8E4E9" w14:textId="77777777" w:rsidR="00C164FA" w:rsidRPr="00AF59C1" w:rsidRDefault="00C164FA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3402"/>
        <w:gridCol w:w="1559"/>
      </w:tblGrid>
      <w:tr w:rsidR="008A6F20" w14:paraId="4D2A4AE7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026BD4" w14:textId="77777777" w:rsidR="008A6F20" w:rsidRPr="00EC1FBE" w:rsidRDefault="008A6F20" w:rsidP="00AF59C1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Comm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issione</w:t>
            </w:r>
          </w:p>
          <w:p w14:paraId="5DEF6BCC" w14:textId="77777777" w:rsidR="008A6F20" w:rsidRDefault="008A6F20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4B66" w14:textId="77777777" w:rsidR="008A6F20" w:rsidRDefault="008A6F20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5D2C" w14:textId="77777777" w:rsidR="008A6F20" w:rsidRDefault="00491CFA" w:rsidP="00CC781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4803" w14:textId="77777777" w:rsidR="008A6F20" w:rsidRPr="00EC1FBE" w:rsidRDefault="008A6F20" w:rsidP="00AF59C1">
            <w:pPr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n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umero</w:t>
            </w:r>
          </w:p>
          <w:p w14:paraId="1FF26B91" w14:textId="77777777" w:rsidR="008A6F20" w:rsidRDefault="008A6F20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Candidati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504D" w14:textId="77777777" w:rsidR="008A6F20" w:rsidRPr="00EC1FBE" w:rsidRDefault="008A6F20" w:rsidP="00AF59C1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Aggregazioni </w:t>
            </w:r>
          </w:p>
          <w:p w14:paraId="76B65D68" w14:textId="77777777" w:rsidR="008A6F20" w:rsidRDefault="008A6F20" w:rsidP="00AF59C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EC1FBE">
              <w:rPr>
                <w:rFonts w:ascii="Bookman Old Style" w:hAnsi="Bookman Old Style" w:cs="Arial"/>
                <w:b/>
                <w:sz w:val="18"/>
                <w:szCs w:val="18"/>
              </w:rPr>
              <w:t>(n. candidati per provincia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)</w:t>
            </w:r>
          </w:p>
        </w:tc>
      </w:tr>
      <w:tr w:rsidR="00154772" w14:paraId="39BC285E" w14:textId="77777777" w:rsidTr="00A963A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A885DF3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C8931E9" w14:textId="77777777" w:rsidR="00154772" w:rsidRDefault="00EC1FB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EMILIA ROMAGNA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064C6A13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C8E17BF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231C0BF" w14:textId="77777777" w:rsidR="00154772" w:rsidRDefault="0015477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0342AB" w14:paraId="3801D345" w14:textId="77777777" w:rsidTr="000971D5">
        <w:trPr>
          <w:trHeight w:val="69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74D8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09403C04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2C1E" w14:textId="77777777" w:rsidR="000342AB" w:rsidRDefault="000342A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82A04" w14:textId="77777777" w:rsidR="000342AB" w:rsidRDefault="000342AB" w:rsidP="000342A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0BA0D612" w14:textId="77777777" w:rsidR="000342AB" w:rsidRPr="003F5E73" w:rsidRDefault="000342AB" w:rsidP="000342A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MODENA</w:t>
            </w:r>
          </w:p>
          <w:p w14:paraId="344119C0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5B0D8" w14:textId="77777777" w:rsidR="000342AB" w:rsidRDefault="000342AB" w:rsidP="000342AB">
            <w:pPr>
              <w:spacing w:line="276" w:lineRule="auto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65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E1CFE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B0B23E6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56D1069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541B6E86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</w:p>
          <w:p w14:paraId="3B6BF77A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TOTALE  192</w:t>
            </w:r>
          </w:p>
        </w:tc>
      </w:tr>
      <w:tr w:rsidR="000342AB" w14:paraId="042ED5C5" w14:textId="77777777" w:rsidTr="000971D5">
        <w:trPr>
          <w:trHeight w:val="6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D0A3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21DADD80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3AA2" w14:textId="77777777" w:rsidR="000342AB" w:rsidRDefault="000342AB" w:rsidP="000342A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64F77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7BA3504F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616E9D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MODENA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CDCDC" w14:textId="77777777" w:rsidR="000342AB" w:rsidRDefault="000342AB" w:rsidP="000342AB">
            <w:pPr>
              <w:spacing w:line="276" w:lineRule="auto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65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C1CEFE" w14:textId="77777777" w:rsidR="000342AB" w:rsidRDefault="000342AB" w:rsidP="000342A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  <w:tr w:rsidR="000342AB" w14:paraId="4F7E7A4F" w14:textId="77777777" w:rsidTr="000971D5">
        <w:trPr>
          <w:trHeight w:val="71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A4D6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</w:p>
          <w:p w14:paraId="067F570D" w14:textId="77777777" w:rsidR="000342AB" w:rsidRPr="00D054DA" w:rsidRDefault="000342AB" w:rsidP="000342AB">
            <w:pPr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</w:rPr>
            </w:pPr>
            <w:r w:rsidRPr="00D054DA">
              <w:rPr>
                <w:rFonts w:ascii="Bookman Old Style" w:hAnsi="Bookman Old Style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B2EC4" w14:textId="77777777" w:rsidR="000342AB" w:rsidRDefault="000342AB" w:rsidP="000342A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F304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</w:p>
          <w:p w14:paraId="3DE0A3D0" w14:textId="77777777" w:rsidR="000342AB" w:rsidRDefault="000342AB" w:rsidP="000342AB">
            <w:pPr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 w:rsidRPr="00616E9D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MODENA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47B7" w14:textId="77777777" w:rsidR="000342AB" w:rsidRDefault="000342AB" w:rsidP="000342AB">
            <w:pPr>
              <w:spacing w:line="276" w:lineRule="auto"/>
              <w:jc w:val="center"/>
              <w:rPr>
                <w:rFonts w:ascii="Bookman Old Style" w:hAnsi="Bookman Old Style" w:cs="Calibri"/>
                <w:sz w:val="18"/>
                <w:szCs w:val="18"/>
              </w:rPr>
            </w:pPr>
            <w:r>
              <w:rPr>
                <w:rFonts w:ascii="Bookman Old Style" w:hAnsi="Bookman Old Style" w:cs="Calibri"/>
                <w:sz w:val="18"/>
                <w:szCs w:val="18"/>
              </w:rPr>
              <w:t>62</w:t>
            </w:r>
          </w:p>
        </w:tc>
        <w:tc>
          <w:tcPr>
            <w:tcW w:w="49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11991" w14:textId="77777777" w:rsidR="000342AB" w:rsidRDefault="000342AB" w:rsidP="000342AB">
            <w:pPr>
              <w:rPr>
                <w:rFonts w:ascii="Bookman Old Style" w:hAnsi="Bookman Old Style" w:cs="Calibri"/>
                <w:sz w:val="18"/>
                <w:szCs w:val="18"/>
              </w:rPr>
            </w:pPr>
          </w:p>
        </w:tc>
      </w:tr>
    </w:tbl>
    <w:p w14:paraId="4227101A" w14:textId="77777777" w:rsidR="009816E8" w:rsidRPr="00FC4A68" w:rsidRDefault="009816E8" w:rsidP="0008360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A56B24" w14:paraId="29AEA3D4" w14:textId="77777777" w:rsidTr="002967F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FA18265" w14:textId="77777777" w:rsidR="00A56B24" w:rsidRDefault="00A56B2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144B70" w14:textId="77777777" w:rsidR="00A56B24" w:rsidRDefault="00A56B2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FRIULI V. GIULIA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9ECD24" w14:textId="77777777" w:rsidR="00A56B24" w:rsidRDefault="00A56B2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A30ECE5" w14:textId="77777777" w:rsidR="00A56B24" w:rsidRDefault="00A56B2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FCC8C3" w14:textId="77777777" w:rsidR="00A56B24" w:rsidRDefault="00A56B2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3B683D" w14:paraId="54622EC9" w14:textId="77777777" w:rsidTr="00D10DF5">
        <w:trPr>
          <w:trHeight w:val="94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FBE54" w14:textId="77777777" w:rsidR="003B683D" w:rsidRPr="00D054DA" w:rsidRDefault="003B683D" w:rsidP="0021371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56CD6" w14:textId="77777777" w:rsidR="003B683D" w:rsidRDefault="003B683D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D4328" w14:textId="77777777" w:rsidR="003B683D" w:rsidRDefault="003B683D" w:rsidP="003B683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UDINE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62136" w14:textId="77777777" w:rsidR="003B683D" w:rsidRDefault="003B683D" w:rsidP="0021371E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A4D9A1" w14:textId="77777777" w:rsidR="003B683D" w:rsidRDefault="003B683D" w:rsidP="00891C27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26 Udine</w:t>
            </w:r>
          </w:p>
          <w:p w14:paraId="363DB421" w14:textId="77777777" w:rsidR="003B683D" w:rsidRDefault="003B683D" w:rsidP="00891C27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21 Padova</w:t>
            </w:r>
          </w:p>
          <w:p w14:paraId="78342A21" w14:textId="77777777" w:rsidR="003B683D" w:rsidRDefault="003B683D" w:rsidP="003B683D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413385" w14:textId="77777777" w:rsidR="003B683D" w:rsidRPr="00D054DA" w:rsidRDefault="003B683D" w:rsidP="003B683D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95</w:t>
            </w:r>
          </w:p>
        </w:tc>
      </w:tr>
      <w:tr w:rsidR="003B683D" w14:paraId="3E7ED7CB" w14:textId="77777777" w:rsidTr="00115A6F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9BB12" w14:textId="77777777" w:rsidR="003B683D" w:rsidRPr="00D054DA" w:rsidRDefault="003B683D" w:rsidP="0021371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A8A83" w14:textId="77777777" w:rsidR="003B683D" w:rsidRDefault="003B683D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0AFC9" w14:textId="77777777" w:rsidR="003B683D" w:rsidRDefault="003B683D" w:rsidP="0021371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C0496F3" w14:textId="77777777" w:rsidR="003B683D" w:rsidRDefault="003B683D" w:rsidP="0021371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UDINE</w:t>
            </w:r>
          </w:p>
          <w:p w14:paraId="771FB573" w14:textId="77777777" w:rsidR="003B683D" w:rsidRDefault="003B683D" w:rsidP="0021371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681006E" w14:textId="77777777" w:rsidR="003B683D" w:rsidRDefault="003B683D" w:rsidP="0021371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A34FB" w14:textId="77777777" w:rsidR="003B683D" w:rsidRDefault="003B683D" w:rsidP="0021371E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2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F63CA" w14:textId="77777777" w:rsidR="003B683D" w:rsidRDefault="003B683D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48 Udine</w:t>
            </w:r>
          </w:p>
        </w:tc>
        <w:tc>
          <w:tcPr>
            <w:tcW w:w="24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417B8" w14:textId="77777777" w:rsidR="003B683D" w:rsidRDefault="003B683D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3295A71" w14:textId="77777777" w:rsidR="00601B36" w:rsidRPr="00FC4A68" w:rsidRDefault="00601B3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A1DE4" w14:paraId="58CB199E" w14:textId="77777777" w:rsidTr="007923C0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47F76C6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8FC359D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LAZIO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EA19DE7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93386E7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F544B" w14:paraId="7BF7157D" w14:textId="77777777" w:rsidTr="0000054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AA1A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6469E8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FC78B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FD4E" w14:textId="77777777" w:rsidR="008F544B" w:rsidRDefault="008F544B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FC0830F" w14:textId="77777777" w:rsidR="008F544B" w:rsidRDefault="008F544B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AC726E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14:paraId="7770BBAD" w14:textId="77777777" w:rsidR="008F544B" w:rsidRPr="009816E8" w:rsidRDefault="008F544B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C4E6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27A7882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DDB9B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48EB4FB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1C1DBC5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5190590" w14:textId="77777777" w:rsidR="008F544B" w:rsidRPr="00041934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TOTALE  159</w:t>
            </w:r>
          </w:p>
        </w:tc>
      </w:tr>
      <w:tr w:rsidR="008F544B" w14:paraId="535AB303" w14:textId="77777777" w:rsidTr="0000054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054BF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4BFF270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47E5E" w14:textId="77777777" w:rsidR="008F544B" w:rsidRDefault="008F544B" w:rsidP="008F544B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A128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FA36089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AC726E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14:paraId="49BB3BEA" w14:textId="77777777" w:rsidR="008F544B" w:rsidRPr="00DF523F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6592D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BC7CCAB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03943C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F544B" w14:paraId="2B633D23" w14:textId="77777777" w:rsidTr="008F544B">
        <w:trPr>
          <w:trHeight w:val="8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659C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6051049C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AC6F1" w14:textId="77777777" w:rsidR="008F544B" w:rsidRDefault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EBF1A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1962117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LATINA</w:t>
            </w:r>
          </w:p>
          <w:p w14:paraId="77801E42" w14:textId="77777777" w:rsidR="008F544B" w:rsidRDefault="008F544B" w:rsidP="009816E8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BEF2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24AF766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1C159" w14:textId="77777777" w:rsidR="008F544B" w:rsidRDefault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192D3E56" w14:textId="77777777" w:rsidR="008F22D3" w:rsidRPr="00AB0EAD" w:rsidRDefault="008F22D3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A1DE4" w14:paraId="38498445" w14:textId="77777777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7BD1BD1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2CE11212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LIGURIA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517EFACE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F688881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A0DAE" w14:paraId="50012771" w14:textId="77777777" w:rsidTr="001E4C7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428E0" w14:textId="77777777" w:rsidR="008A1DE4" w:rsidRDefault="008A1DE4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8810319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BB4F" w14:textId="77777777" w:rsidR="008A1DE4" w:rsidRPr="004A5D4F" w:rsidRDefault="008A1DE4" w:rsidP="00AA0DAE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EAEBF" w14:textId="77777777" w:rsidR="008F544B" w:rsidRDefault="008F544B" w:rsidP="008F544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  <w:p w14:paraId="0282C88E" w14:textId="77777777" w:rsidR="00FB029C" w:rsidRPr="003F5E73" w:rsidRDefault="00FB029C" w:rsidP="008F544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GENOVA</w:t>
            </w:r>
          </w:p>
          <w:p w14:paraId="6E54AA07" w14:textId="77777777" w:rsidR="00FB029C" w:rsidRDefault="00FB029C" w:rsidP="009816E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10BC276" w14:textId="77777777" w:rsidR="009816E8" w:rsidRPr="00AA0DAE" w:rsidRDefault="009816E8" w:rsidP="009816E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FF345" w14:textId="77777777" w:rsidR="008A1DE4" w:rsidRDefault="008A1DE4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9948610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1882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5752E953" w14:textId="77777777" w:rsidR="00D054DA" w:rsidRDefault="00D054DA">
      <w:pPr>
        <w:rPr>
          <w:rFonts w:ascii="Bookman Old Style" w:hAnsi="Bookman Old Style"/>
          <w:sz w:val="16"/>
          <w:szCs w:val="16"/>
        </w:rPr>
      </w:pPr>
    </w:p>
    <w:p w14:paraId="22CDF5BD" w14:textId="77777777" w:rsidR="004E1528" w:rsidRDefault="004E1528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D054DA" w:rsidRPr="00FF210B" w14:paraId="25E390DB" w14:textId="77777777" w:rsidTr="00400E5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590C4E" w14:textId="77777777" w:rsidR="00D054DA" w:rsidRPr="00FF210B" w:rsidRDefault="00D054DA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numero Commissione</w:t>
            </w:r>
          </w:p>
          <w:p w14:paraId="3D39F277" w14:textId="77777777" w:rsidR="00D054DA" w:rsidRPr="00FF210B" w:rsidRDefault="00D054DA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788CF" w14:textId="77777777" w:rsidR="00D054DA" w:rsidRPr="00FF210B" w:rsidRDefault="00D054DA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85546" w14:textId="77777777" w:rsidR="00D054DA" w:rsidRPr="00FF210B" w:rsidRDefault="00D054DA" w:rsidP="00400E53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1C43CF" w14:textId="77777777" w:rsidR="00D054DA" w:rsidRPr="00FF210B" w:rsidRDefault="00D054DA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3B622CD3" w14:textId="77777777" w:rsidR="00D054DA" w:rsidRPr="00FF210B" w:rsidRDefault="00D054DA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E5F36" w14:textId="77777777" w:rsidR="00D054DA" w:rsidRPr="00FF210B" w:rsidRDefault="00D054DA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7F777C2C" w14:textId="77777777" w:rsidR="00D054DA" w:rsidRPr="00FF210B" w:rsidRDefault="00D054DA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2638F88D" w14:textId="77777777" w:rsidR="00D054DA" w:rsidRPr="00FC4A68" w:rsidRDefault="00D054DA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A1DE4" w14:paraId="0D2815E2" w14:textId="77777777" w:rsidTr="001E4C73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2A40EA3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1AD2861E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LOMBARDIA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196FECF7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5E27ED1" w14:textId="77777777" w:rsidR="008A1DE4" w:rsidRDefault="008A1D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F544B" w14:paraId="268827F9" w14:textId="77777777" w:rsidTr="001974DF">
        <w:trPr>
          <w:trHeight w:val="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F9D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D8152EE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800D" w14:textId="77777777" w:rsidR="008F544B" w:rsidRDefault="008F544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D85BD8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F48679A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  <w:p w14:paraId="27BB5BA2" w14:textId="77777777" w:rsidR="008F544B" w:rsidRDefault="008F544B" w:rsidP="003C4D19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3C7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1E45F89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1E73C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280A1D1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BCCB188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6C389BE" w14:textId="77777777" w:rsidR="008F544B" w:rsidRPr="00D054DA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210</w:t>
            </w:r>
          </w:p>
        </w:tc>
      </w:tr>
      <w:tr w:rsidR="008F544B" w14:paraId="0B94EDCE" w14:textId="77777777" w:rsidTr="001974DF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4F27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C5360E3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B683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3E9576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DF8897D" w14:textId="77777777" w:rsidR="008F544B" w:rsidRPr="003F5E73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730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4E09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0219000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E3CF3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8F544B" w14:paraId="387353C4" w14:textId="77777777" w:rsidTr="001974DF">
        <w:trPr>
          <w:trHeight w:val="7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9BCD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D2CFF7F" w14:textId="77777777" w:rsidR="008F544B" w:rsidRPr="00D054DA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9BC1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2E152D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0EF45EC" w14:textId="77777777" w:rsidR="008F544B" w:rsidRDefault="008F544B" w:rsidP="008F544B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B730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BRESCIA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220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47334F9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1C03" w14:textId="77777777" w:rsidR="008F544B" w:rsidRDefault="008F544B" w:rsidP="008F544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B615448" w14:textId="77777777" w:rsidR="00A328B8" w:rsidRDefault="00A328B8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DE59A8" w14:paraId="17009D39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FEB22FA" w14:textId="77777777" w:rsidR="00DE59A8" w:rsidRDefault="00DE59A8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AA99BFA" w14:textId="77777777" w:rsidR="00DE59A8" w:rsidRDefault="00DE59A8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MARCHE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7D18069" w14:textId="77777777" w:rsidR="00DE59A8" w:rsidRDefault="00DE59A8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B383DFF" w14:textId="77777777" w:rsidR="00DE59A8" w:rsidRDefault="00DE59A8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7AF313B" w14:textId="77777777" w:rsidR="00DE59A8" w:rsidRDefault="00DE59A8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CD1D55" w14:paraId="5C0F0C21" w14:textId="77777777" w:rsidTr="005D2A6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C3FB1" w14:textId="77777777" w:rsidR="00CD1D55" w:rsidRPr="00D054DA" w:rsidRDefault="00CD1D55" w:rsidP="00CD1D5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434AE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C6B5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7C5033E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ANCONA</w:t>
            </w:r>
          </w:p>
          <w:p w14:paraId="6C1A342B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4503CDF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C1C8A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1FB8B0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40 ANCONA</w:t>
            </w:r>
          </w:p>
          <w:p w14:paraId="21FD40FC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16 PERUGIA</w:t>
            </w:r>
          </w:p>
          <w:p w14:paraId="0BB2BF91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36BE41B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1AD61F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99535D5" w14:textId="77777777" w:rsidR="00CD1D55" w:rsidRDefault="00CD1D55" w:rsidP="00CD1D55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46 ANCONA</w:t>
            </w:r>
          </w:p>
          <w:p w14:paraId="7C3F0CA9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D598E5" w14:textId="77777777" w:rsidR="00CD1D55" w:rsidRPr="00C32F44" w:rsidRDefault="00CD1D55" w:rsidP="00CD1D5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102</w:t>
            </w:r>
          </w:p>
          <w:p w14:paraId="32575971" w14:textId="77777777" w:rsidR="00CD1D55" w:rsidRDefault="00CD1D55" w:rsidP="00CD1D55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CD1D55" w14:paraId="6421530D" w14:textId="77777777" w:rsidTr="005D2A6B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14426" w14:textId="77777777" w:rsidR="00CD1D55" w:rsidRPr="00D054DA" w:rsidRDefault="00CD1D55" w:rsidP="00CD1D55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050CD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8B100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94B0F76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ANCONA</w:t>
            </w:r>
          </w:p>
          <w:p w14:paraId="5F9D0020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51AB8CC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0368A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0A1A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5433D" w14:textId="77777777" w:rsidR="00CD1D55" w:rsidRDefault="00CD1D55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6D7BF608" w14:textId="77777777" w:rsidR="00B52E0F" w:rsidRDefault="00B52E0F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2710C4" w14:paraId="40F06DC6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79A88B7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7BBF68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MOLISE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C6AB3FA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4874453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455216F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330E22" w14:paraId="4F4705EC" w14:textId="77777777" w:rsidTr="006C6196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02596" w14:textId="77777777" w:rsidR="00330E22" w:rsidRPr="00D054DA" w:rsidRDefault="00330E22" w:rsidP="003D3867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D179" w14:textId="77777777" w:rsidR="00330E22" w:rsidRDefault="00330E22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6CA99" w14:textId="77777777" w:rsidR="00330E22" w:rsidRDefault="00330E22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0273FE7" w14:textId="77777777" w:rsidR="00330E22" w:rsidRDefault="00330E22" w:rsidP="003D3867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CAMPOBASSO</w:t>
            </w:r>
            <w:r w:rsidRPr="003F5E7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1CCB3F1C" w14:textId="77777777" w:rsidR="00330E22" w:rsidRDefault="00330E22" w:rsidP="003C4D19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0E5DF" w14:textId="77777777" w:rsidR="00330E22" w:rsidRPr="003D3867" w:rsidRDefault="00330E22" w:rsidP="003D3867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3D3867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AC99" w14:textId="77777777" w:rsidR="00330E22" w:rsidRDefault="00330E22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52 Campobasso</w:t>
            </w:r>
          </w:p>
          <w:p w14:paraId="685305A9" w14:textId="05CA3E2B" w:rsidR="00330E22" w:rsidRDefault="00330E22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18 Teramo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3F691" w14:textId="3C2F7B62" w:rsidR="00330E22" w:rsidRDefault="00330E22" w:rsidP="00330E22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</w:t>
            </w:r>
            <w:r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 xml:space="preserve"> 70</w:t>
            </w:r>
          </w:p>
        </w:tc>
      </w:tr>
    </w:tbl>
    <w:p w14:paraId="72BB0220" w14:textId="77777777" w:rsidR="00772134" w:rsidRPr="00772134" w:rsidRDefault="0077213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FA5D0A" w14:paraId="1674C152" w14:textId="77777777" w:rsidTr="00536307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B4D8C33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39083CB2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PIEMONTE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0C0D4D09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55119F9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35E5F24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020DD5" w14:paraId="571164D6" w14:textId="77777777" w:rsidTr="00A31D3C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2715" w14:textId="77777777" w:rsidR="00020DD5" w:rsidRPr="00D054DA" w:rsidRDefault="00020DD5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DCCFE42" w14:textId="77777777" w:rsidR="00772134" w:rsidRPr="00D054DA" w:rsidRDefault="00772134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31B92" w14:textId="77777777" w:rsidR="00020DD5" w:rsidRDefault="00020DD5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5857199" w14:textId="77777777" w:rsidR="00020DD5" w:rsidRDefault="00020DD5" w:rsidP="00FA5D0A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3F850" w14:textId="77777777" w:rsidR="00020DD5" w:rsidRDefault="00020DD5" w:rsidP="008F544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6539E71B" w14:textId="77777777" w:rsidR="00020DD5" w:rsidRDefault="00020DD5" w:rsidP="008F544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TORINO</w:t>
            </w:r>
          </w:p>
          <w:p w14:paraId="7963F309" w14:textId="77777777" w:rsidR="00020DD5" w:rsidRDefault="00020DD5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A6FA69F" w14:textId="77777777" w:rsidR="00020DD5" w:rsidRDefault="00020DD5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C919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ACAABC8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2D007C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56 Torino</w:t>
            </w:r>
          </w:p>
          <w:p w14:paraId="55784CF1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12 Brescia</w:t>
            </w:r>
          </w:p>
          <w:p w14:paraId="032CA6BA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4D3A2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B37D22F" w14:textId="77777777" w:rsidR="004D002C" w:rsidRDefault="004D002C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78727DF" w14:textId="77777777" w:rsidR="004D002C" w:rsidRDefault="004D002C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020DD5" w14:paraId="2C6EF931" w14:textId="77777777" w:rsidTr="00A322A4">
        <w:trPr>
          <w:trHeight w:val="8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642E1" w14:textId="77777777" w:rsidR="00020DD5" w:rsidRPr="00D054DA" w:rsidRDefault="00020DD5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550831C" w14:textId="77777777" w:rsidR="00772134" w:rsidRPr="00D054DA" w:rsidRDefault="00772134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2AD0E" w14:textId="77777777" w:rsidR="00020DD5" w:rsidRDefault="00020DD5" w:rsidP="008F544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AA82" w14:textId="77777777" w:rsidR="00020DD5" w:rsidRDefault="00020DD5" w:rsidP="008F544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41B0E74" w14:textId="77777777" w:rsidR="00020DD5" w:rsidRDefault="00020DD5" w:rsidP="008F544B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EA6A28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27B8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02EA4CC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48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874EFC4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91EFAE1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56 Torino</w:t>
            </w:r>
          </w:p>
          <w:p w14:paraId="348B9149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951679F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3013140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55 Torino</w:t>
            </w:r>
          </w:p>
        </w:tc>
        <w:tc>
          <w:tcPr>
            <w:tcW w:w="248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0FCB5312" w14:textId="77777777" w:rsidR="004D002C" w:rsidRDefault="004D002C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63EA5E5" w14:textId="77777777" w:rsidR="00020DD5" w:rsidRPr="00C32F44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179</w:t>
            </w:r>
          </w:p>
        </w:tc>
      </w:tr>
      <w:tr w:rsidR="00020DD5" w14:paraId="47193C13" w14:textId="77777777" w:rsidTr="00A322A4">
        <w:trPr>
          <w:trHeight w:val="7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8CB7" w14:textId="77777777" w:rsidR="00020DD5" w:rsidRPr="00D054DA" w:rsidRDefault="00020DD5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4D52000" w14:textId="77777777" w:rsidR="00772134" w:rsidRPr="00D054DA" w:rsidRDefault="00772134" w:rsidP="0077213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95977" w14:textId="77777777" w:rsidR="00020DD5" w:rsidRDefault="00020DD5" w:rsidP="008F544B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36A5" w14:textId="77777777" w:rsidR="00020DD5" w:rsidRDefault="00020DD5" w:rsidP="008F544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2C7F4111" w14:textId="77777777" w:rsidR="00020DD5" w:rsidRDefault="00020DD5" w:rsidP="008F544B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EA6A28">
              <w:rPr>
                <w:rFonts w:ascii="Bookman Old Style" w:hAnsi="Bookman Old Style"/>
                <w:sz w:val="18"/>
                <w:szCs w:val="18"/>
              </w:rPr>
              <w:t>TORINO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FCF3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9C7AC9A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55DE0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5F0A41" w14:textId="77777777" w:rsidR="00020DD5" w:rsidRDefault="00020DD5" w:rsidP="00020DD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E22844A" w14:textId="77777777" w:rsidR="00C32F44" w:rsidRDefault="00C32F44">
      <w:pPr>
        <w:rPr>
          <w:rFonts w:ascii="Bookman Old Style" w:hAnsi="Bookman Old Style"/>
          <w:sz w:val="16"/>
          <w:szCs w:val="16"/>
        </w:rPr>
      </w:pPr>
    </w:p>
    <w:p w14:paraId="7D39C71F" w14:textId="77777777" w:rsidR="00893BA4" w:rsidRDefault="00893BA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93BA4" w:rsidRPr="00FF210B" w14:paraId="2CB14E6D" w14:textId="77777777" w:rsidTr="00400E5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8F1F7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numero Commissione</w:t>
            </w:r>
          </w:p>
          <w:p w14:paraId="02875465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D5AFE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893E0" w14:textId="77777777" w:rsidR="00893BA4" w:rsidRPr="00FF210B" w:rsidRDefault="00893BA4" w:rsidP="00400E53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2DBB70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517C80F7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6C764C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4C031108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291A825E" w14:textId="77777777" w:rsidR="00893BA4" w:rsidRPr="007A5E06" w:rsidRDefault="00893BA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FA5D0A" w14:paraId="18B249DA" w14:textId="77777777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790810A9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45740C4B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PUGLIA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10087E7A" w14:textId="77777777" w:rsidR="00FA5D0A" w:rsidRDefault="00FA5D0A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0E8D102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EA70687" w14:textId="77777777" w:rsidR="00FA5D0A" w:rsidRDefault="00FA5D0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77264" w14:paraId="157EAFDD" w14:textId="77777777" w:rsidTr="00C7611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7FDC0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55E6227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83CE0" w14:textId="77777777" w:rsidR="00577264" w:rsidRDefault="00577264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41485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48442688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LECCE</w:t>
            </w:r>
          </w:p>
          <w:p w14:paraId="79870A24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D0602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EFC492D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02401" w14:textId="77777777" w:rsidR="00577264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7C22058" w14:textId="77777777" w:rsidR="00577264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D5F8BB0" w14:textId="77777777" w:rsidR="00577264" w:rsidRPr="00C32F44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95</w:t>
            </w:r>
          </w:p>
        </w:tc>
      </w:tr>
      <w:tr w:rsidR="00577264" w14:paraId="354B99BA" w14:textId="77777777" w:rsidTr="00C76112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D6B5B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17C5322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E075B" w14:textId="77777777" w:rsidR="00577264" w:rsidRDefault="00577264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1D41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  <w:p w14:paraId="4A180F5E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  <w:t>LECCE</w:t>
            </w:r>
          </w:p>
          <w:p w14:paraId="1812714D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eastAsia="Cambria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5CE2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1A50FA2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A946" w14:textId="77777777" w:rsidR="00577264" w:rsidRDefault="00577264">
            <w:pPr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055505C" w14:textId="77777777" w:rsidR="00F61281" w:rsidRPr="00AB0EAD" w:rsidRDefault="00F61281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2710C4" w14:paraId="1C858485" w14:textId="77777777" w:rsidTr="00C23D1A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3F8A074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430637A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SARDEGNA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64F0EC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E7B7103" w14:textId="77777777" w:rsidR="002710C4" w:rsidRDefault="002710C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AB73C8" w14:textId="77777777" w:rsidR="002710C4" w:rsidRDefault="002710C4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77264" w14:paraId="301F1DE8" w14:textId="77777777" w:rsidTr="0064564C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99305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A0334" w14:textId="77777777" w:rsidR="00577264" w:rsidRDefault="00577264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9BA4F" w14:textId="77777777" w:rsidR="00577264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19D2910" w14:textId="77777777" w:rsidR="00577264" w:rsidRPr="009E621C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621C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ORISTANO</w:t>
            </w:r>
          </w:p>
          <w:p w14:paraId="453D25C7" w14:textId="77777777" w:rsidR="00577264" w:rsidRPr="009E621C" w:rsidRDefault="00577264" w:rsidP="0057726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F0A66" w14:textId="77777777" w:rsidR="00577264" w:rsidRDefault="00577264" w:rsidP="00577264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9ED35A" w14:textId="77777777" w:rsidR="00577264" w:rsidRPr="00C32F44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95</w:t>
            </w:r>
          </w:p>
        </w:tc>
      </w:tr>
      <w:tr w:rsidR="00577264" w14:paraId="2AF27978" w14:textId="77777777" w:rsidTr="0064564C">
        <w:trPr>
          <w:trHeight w:val="8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B0A93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17334" w14:textId="77777777" w:rsidR="00577264" w:rsidRDefault="00577264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D8EDE" w14:textId="77777777" w:rsidR="00577264" w:rsidRPr="009E621C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9E621C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ORISTANO</w:t>
            </w:r>
          </w:p>
          <w:p w14:paraId="5EAED9F3" w14:textId="77777777" w:rsidR="00577264" w:rsidRDefault="00577264" w:rsidP="00577264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C307E" w14:textId="77777777" w:rsidR="00577264" w:rsidRDefault="00577264" w:rsidP="00577264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D3D39" w14:textId="77777777" w:rsidR="00577264" w:rsidRDefault="00577264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332AA831" w14:textId="77777777" w:rsidR="00577264" w:rsidRPr="00F61281" w:rsidRDefault="00577264" w:rsidP="00083606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480"/>
        <w:gridCol w:w="2481"/>
      </w:tblGrid>
      <w:tr w:rsidR="00E8407A" w14:paraId="308A5178" w14:textId="77777777" w:rsidTr="00CB7801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0683311A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71FF68FE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SICILIA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6E6BBB1A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5F5C4C4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E8407A" w14:paraId="46321C06" w14:textId="77777777" w:rsidTr="00CB7801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4043" w14:textId="77777777" w:rsidR="00E8407A" w:rsidRPr="00D054DA" w:rsidRDefault="00E8407A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320211BF" w14:textId="77777777" w:rsidR="00577264" w:rsidRPr="00D054DA" w:rsidRDefault="00577264" w:rsidP="00577264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6FAA33" w14:textId="77777777" w:rsidR="00E8407A" w:rsidRDefault="00E8407A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129E4" w14:textId="77777777" w:rsidR="00577264" w:rsidRDefault="00577264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B10CE9E" w14:textId="77777777" w:rsidR="00764D8C" w:rsidRPr="003F5E73" w:rsidRDefault="00764D8C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PALERMO</w:t>
            </w:r>
          </w:p>
          <w:p w14:paraId="5ED3657A" w14:textId="77777777" w:rsidR="00002796" w:rsidRDefault="00002796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EE8F09B" w14:textId="77777777" w:rsidR="009E621C" w:rsidRDefault="009E621C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4ABD" w14:textId="77777777" w:rsidR="00E8407A" w:rsidRDefault="00E8407A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1372C2B" w14:textId="77777777" w:rsidR="00577264" w:rsidRDefault="00577264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6308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D56B79" w14:paraId="01CE8160" w14:textId="77777777" w:rsidTr="002C161F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9DE3C" w14:textId="77777777" w:rsidR="00D56B79" w:rsidRPr="00D054DA" w:rsidRDefault="00D56B79" w:rsidP="0057726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77F6548" w14:textId="77777777" w:rsidR="003B3AA5" w:rsidRPr="00D054DA" w:rsidRDefault="003B3AA5" w:rsidP="0057726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71EA" w14:textId="77777777" w:rsidR="00D56B79" w:rsidRDefault="00D56B79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1A77" w14:textId="77777777" w:rsidR="00D56B79" w:rsidRDefault="00D56B79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CATANIA</w:t>
            </w:r>
          </w:p>
          <w:p w14:paraId="474C15D5" w14:textId="77777777" w:rsidR="00D56B79" w:rsidRDefault="00D56B79" w:rsidP="005772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549C" w14:textId="77777777" w:rsidR="00D56B79" w:rsidRDefault="00D56B79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E30C268" w14:textId="77777777" w:rsidR="00D56B79" w:rsidRDefault="00D56B79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9EF289" w14:textId="77777777" w:rsidR="00D56B79" w:rsidRDefault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50 CATANIA</w:t>
            </w:r>
          </w:p>
          <w:p w14:paraId="6FCB5B31" w14:textId="77777777" w:rsidR="00D56B79" w:rsidRDefault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 PALERMO</w:t>
            </w:r>
          </w:p>
          <w:p w14:paraId="67765671" w14:textId="77777777" w:rsidR="00D56B79" w:rsidRDefault="00D56B79" w:rsidP="00D0535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F1FC4" w14:textId="77777777" w:rsidR="00D56B79" w:rsidRPr="00C32F44" w:rsidRDefault="00D56B79" w:rsidP="00D0535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27D27F91" w14:textId="77777777" w:rsidR="00D56B79" w:rsidRPr="00C32F44" w:rsidRDefault="00D56B79" w:rsidP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51749D97" w14:textId="77777777" w:rsidR="00D56B79" w:rsidRPr="00C32F44" w:rsidRDefault="00D56B79" w:rsidP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138</w:t>
            </w:r>
          </w:p>
        </w:tc>
      </w:tr>
      <w:tr w:rsidR="00D56B79" w14:paraId="4725085C" w14:textId="77777777" w:rsidTr="002C161F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5F958" w14:textId="77777777" w:rsidR="00D56B79" w:rsidRPr="00D054DA" w:rsidRDefault="00D56B79" w:rsidP="0057726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97B8B07" w14:textId="77777777" w:rsidR="003B3AA5" w:rsidRPr="00D054DA" w:rsidRDefault="003B3AA5" w:rsidP="00577264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13ECC" w14:textId="77777777" w:rsidR="00D56B79" w:rsidRDefault="00D56B79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2D4E0" w14:textId="77777777" w:rsidR="00D56B79" w:rsidRDefault="00D56B79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14D7B20" w14:textId="77777777" w:rsidR="00D56B79" w:rsidRDefault="00D56B79" w:rsidP="00577264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CATANIA</w:t>
            </w:r>
          </w:p>
          <w:p w14:paraId="74796E16" w14:textId="77777777" w:rsidR="009E5696" w:rsidRDefault="009E5696" w:rsidP="00577264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3EAC" w14:textId="77777777" w:rsidR="00D56B79" w:rsidRDefault="00D56B79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064E2FEB" w14:textId="77777777" w:rsidR="00D56B79" w:rsidRDefault="00D56B79" w:rsidP="0057726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FF59" w14:textId="77777777" w:rsidR="00D56B79" w:rsidRDefault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5A0BCEB" w14:textId="77777777" w:rsidR="00D56B79" w:rsidRDefault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69 CATANIA</w:t>
            </w:r>
          </w:p>
        </w:tc>
        <w:tc>
          <w:tcPr>
            <w:tcW w:w="24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C5712" w14:textId="77777777" w:rsidR="00D56B79" w:rsidRDefault="00D56B7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789E623F" w14:textId="77777777" w:rsidR="00A40934" w:rsidRPr="006403D0" w:rsidRDefault="00A4093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7229"/>
        <w:gridCol w:w="1701"/>
        <w:gridCol w:w="4394"/>
      </w:tblGrid>
      <w:tr w:rsidR="00E8407A" w14:paraId="11F5EB72" w14:textId="77777777" w:rsidTr="00B87E8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F2C150D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093091D5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TOSCANA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27574078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950F5E3" w14:textId="77777777" w:rsidR="00E8407A" w:rsidRDefault="00E8407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</w:tbl>
    <w:p w14:paraId="2256300F" w14:textId="77777777" w:rsidR="00BF361A" w:rsidRPr="00CB7801" w:rsidRDefault="00BF361A" w:rsidP="00CB780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b/>
          <w:sz w:val="16"/>
          <w:szCs w:val="16"/>
          <w:lang w:eastAsia="en-US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9E5696" w14:paraId="4D6CF1F0" w14:textId="77777777" w:rsidTr="00360A7D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E7967" w14:textId="77777777" w:rsidR="009E5696" w:rsidRPr="00D054DA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120448FA" w14:textId="77777777" w:rsidR="009E5696" w:rsidRPr="00D054DA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04928" w14:textId="77777777" w:rsidR="009E5696" w:rsidRDefault="009E569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34F0E" w14:textId="77777777" w:rsidR="009E5696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0ECCFE3" w14:textId="77777777" w:rsidR="009E5696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14:paraId="57EFFE6C" w14:textId="77777777" w:rsidR="009E5696" w:rsidRDefault="009E5696" w:rsidP="009E569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4F99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FFA7CAA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D8F07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CB4D065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5FAB65CA" w14:textId="77777777" w:rsidR="009E5696" w:rsidRPr="00C32F44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125</w:t>
            </w:r>
          </w:p>
        </w:tc>
      </w:tr>
      <w:tr w:rsidR="009E5696" w14:paraId="796B84E2" w14:textId="77777777" w:rsidTr="00360A7D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A722E" w14:textId="77777777" w:rsidR="009E5696" w:rsidRPr="00D054DA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454B416D" w14:textId="77777777" w:rsidR="009E5696" w:rsidRPr="00D054DA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CFF5" w14:textId="77777777" w:rsidR="009E5696" w:rsidRDefault="009E569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BD048" w14:textId="77777777" w:rsidR="009E5696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78231C0" w14:textId="77777777" w:rsidR="009E5696" w:rsidRDefault="009E5696" w:rsidP="009E5696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FIRENZE</w:t>
            </w:r>
          </w:p>
          <w:p w14:paraId="18BB5331" w14:textId="77777777" w:rsidR="009E5696" w:rsidRDefault="009E5696" w:rsidP="009E5696">
            <w:pPr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3A5E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0931180" w14:textId="77777777" w:rsidR="009E5696" w:rsidRDefault="009E5696" w:rsidP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31DCF" w14:textId="77777777" w:rsidR="009E5696" w:rsidRDefault="009E569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2CD5C784" w14:textId="77777777" w:rsidR="0005089B" w:rsidRDefault="0005089B">
      <w:pPr>
        <w:rPr>
          <w:rFonts w:ascii="Bookman Old Style" w:hAnsi="Bookman Old Style"/>
          <w:sz w:val="16"/>
          <w:szCs w:val="16"/>
        </w:rPr>
      </w:pPr>
    </w:p>
    <w:p w14:paraId="2053DEB5" w14:textId="77777777" w:rsidR="00893BA4" w:rsidRDefault="00893BA4">
      <w:pPr>
        <w:rPr>
          <w:rFonts w:ascii="Bookman Old Style" w:hAnsi="Bookman Old Style"/>
          <w:sz w:val="16"/>
          <w:szCs w:val="16"/>
        </w:rPr>
      </w:pPr>
    </w:p>
    <w:p w14:paraId="4C9391BB" w14:textId="77777777" w:rsidR="00893BA4" w:rsidRDefault="00893BA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893BA4" w:rsidRPr="00FF210B" w14:paraId="41E86CAF" w14:textId="77777777" w:rsidTr="00400E53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4A93D1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lastRenderedPageBreak/>
              <w:t>numero Commissione</w:t>
            </w:r>
          </w:p>
          <w:p w14:paraId="4C158D72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0240E" w14:textId="77777777" w:rsidR="00893BA4" w:rsidRPr="00FF210B" w:rsidRDefault="00893BA4" w:rsidP="00400E53">
            <w:pPr>
              <w:spacing w:line="276" w:lineRule="auto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Regione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41E87" w14:textId="77777777" w:rsidR="00893BA4" w:rsidRPr="00FF210B" w:rsidRDefault="00893BA4" w:rsidP="00400E53">
            <w:pP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3FB2E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numero</w:t>
            </w:r>
          </w:p>
          <w:p w14:paraId="2FE80142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Candidati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8509E1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 xml:space="preserve">Aggregazioni </w:t>
            </w:r>
          </w:p>
          <w:p w14:paraId="74D8F2D3" w14:textId="77777777" w:rsidR="00893BA4" w:rsidRPr="00FF210B" w:rsidRDefault="00893BA4" w:rsidP="00400E5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 w:rsidRPr="00FF210B"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(n. candidati per provincia)</w:t>
            </w:r>
          </w:p>
        </w:tc>
      </w:tr>
    </w:tbl>
    <w:p w14:paraId="0C9E3BEF" w14:textId="77777777" w:rsidR="00893BA4" w:rsidRPr="0005089B" w:rsidRDefault="00893BA4">
      <w:pPr>
        <w:rPr>
          <w:rFonts w:ascii="Bookman Old Style" w:hAnsi="Bookman Old Style"/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4961"/>
      </w:tblGrid>
      <w:tr w:rsidR="00432866" w14:paraId="40CDC197" w14:textId="77777777" w:rsidTr="00E90E88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D6E08CE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1549D86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UMBRIA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62C23F3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6C0E4C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A6D5E77" w14:textId="77777777" w:rsidR="00432866" w:rsidRDefault="00432866" w:rsidP="0037187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32866" w14:paraId="52B0E483" w14:textId="77777777" w:rsidTr="00E90E88">
        <w:trPr>
          <w:trHeight w:val="2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886D6" w14:textId="77777777" w:rsidR="00432866" w:rsidRPr="00D054DA" w:rsidRDefault="009E5696" w:rsidP="009E5696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99670" w14:textId="77777777" w:rsidR="00432866" w:rsidRDefault="00432866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D003D" w14:textId="77777777" w:rsidR="00CD1D55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78FEC474" w14:textId="77777777" w:rsidR="008A6F20" w:rsidRDefault="00D5666F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PERUGIA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br/>
            </w:r>
          </w:p>
          <w:p w14:paraId="60C3867D" w14:textId="77777777" w:rsidR="00692CC2" w:rsidRDefault="00692CC2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B5D06" w14:textId="77777777" w:rsidR="00432866" w:rsidRDefault="00CD1D55" w:rsidP="00CD1D55">
            <w:pPr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C936E" w14:textId="77777777" w:rsidR="00432866" w:rsidRDefault="00432866" w:rsidP="00371876">
            <w:pPr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673B51AD" w14:textId="77777777" w:rsidR="00E8381C" w:rsidRPr="00E8381C" w:rsidRDefault="00E8381C">
      <w:pPr>
        <w:rPr>
          <w:sz w:val="16"/>
          <w:szCs w:val="16"/>
        </w:rPr>
      </w:pP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4111"/>
        <w:gridCol w:w="2268"/>
        <w:gridCol w:w="2977"/>
        <w:gridCol w:w="1984"/>
      </w:tblGrid>
      <w:tr w:rsidR="00B71BE4" w14:paraId="64593409" w14:textId="72B03124" w:rsidTr="004C4D44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14:paraId="69B93CC0" w14:textId="77777777" w:rsidR="00B71BE4" w:rsidRDefault="00B71B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  <w:hideMark/>
          </w:tcPr>
          <w:p w14:paraId="025C88F7" w14:textId="77777777" w:rsidR="00B71BE4" w:rsidRDefault="00B71B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  <w:lang w:eastAsia="en-US"/>
              </w:rPr>
              <w:t>VENETO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32FF1ED5" w14:textId="77777777" w:rsidR="00B71BE4" w:rsidRDefault="00B71B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C5A3979" w14:textId="77777777" w:rsidR="00B71BE4" w:rsidRDefault="00B71BE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B38DF" w14:paraId="5C030585" w14:textId="5C5BB97D" w:rsidTr="00F41E5A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E26EB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E97F1F0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98BF6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14F1" w14:textId="77777777" w:rsidR="004B38DF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2F8F1A59" w14:textId="77777777" w:rsidR="004B38DF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285EA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9609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872989C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AC250" w14:textId="77777777" w:rsidR="00B71BE4" w:rsidRDefault="00B71BE4" w:rsidP="00B71BE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E09CA31" w14:textId="77777777" w:rsidR="00B71BE4" w:rsidRDefault="00B71BE4" w:rsidP="00B71BE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1F555B23" w14:textId="385D4AC2" w:rsidR="004B38DF" w:rsidRDefault="00B71BE4" w:rsidP="00B71BE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194 PADOVA</w:t>
            </w:r>
          </w:p>
          <w:p w14:paraId="354610E6" w14:textId="2B28BF17" w:rsidR="004B38DF" w:rsidRPr="00F41E5A" w:rsidRDefault="00B71BE4" w:rsidP="0061007F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1 BO</w:t>
            </w:r>
            <w:r w:rsidR="00AF3154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L</w:t>
            </w:r>
            <w:r>
              <w:rPr>
                <w:rFonts w:ascii="Bookman Old Style" w:hAnsi="Bookman Old Style" w:cs="Arial"/>
                <w:sz w:val="18"/>
                <w:szCs w:val="18"/>
                <w:lang w:eastAsia="en-US"/>
              </w:rPr>
              <w:t xml:space="preserve">ZANO </w:t>
            </w:r>
            <w:r w:rsidRPr="0061007F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(L</w:t>
            </w:r>
            <w:r w:rsidR="0061007F">
              <w:rPr>
                <w:rFonts w:ascii="Bookman Old Style" w:hAnsi="Bookman Old Style" w:cs="Arial"/>
                <w:b/>
                <w:bCs/>
                <w:color w:val="FF0000"/>
                <w:sz w:val="18"/>
                <w:szCs w:val="18"/>
                <w:lang w:eastAsia="en-US"/>
              </w:rPr>
              <w:t>ingua tedesca)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7C4DB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B38DF" w14:paraId="4F403A4B" w14:textId="6777D43B" w:rsidTr="00F41E5A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7A178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08FA76DA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E3F39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1FC3" w14:textId="77777777" w:rsidR="004B38DF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6A1B3C33" w14:textId="77777777" w:rsidR="004B38DF" w:rsidRPr="004D56EC" w:rsidRDefault="004B38DF" w:rsidP="003B683D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285EA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71DB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0D9A5AB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87245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B5530F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3D873887" w14:textId="77777777" w:rsidR="004B38DF" w:rsidRDefault="004B38DF" w:rsidP="004B38D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C32F44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TOTALE  195</w:t>
            </w:r>
          </w:p>
          <w:p w14:paraId="7B15D0FE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  <w:tr w:rsidR="004B38DF" w14:paraId="7EA9D3F4" w14:textId="0EFFA041" w:rsidTr="00F41E5A">
        <w:trPr>
          <w:trHeight w:val="6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32E6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</w:p>
          <w:p w14:paraId="71F291B8" w14:textId="77777777" w:rsidR="004B38DF" w:rsidRPr="00D054DA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</w:pPr>
            <w:r w:rsidRPr="00D054DA">
              <w:rPr>
                <w:rFonts w:ascii="Bookman Old Style" w:hAnsi="Bookman Old Style" w:cs="Arial"/>
                <w:b/>
                <w:bCs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D3CE7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238A" w14:textId="77777777" w:rsidR="004B38DF" w:rsidRDefault="004B38DF" w:rsidP="003B683D">
            <w:pPr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35AE32C3" w14:textId="77777777" w:rsidR="004B38DF" w:rsidRPr="004D56EC" w:rsidRDefault="004B38DF" w:rsidP="003B683D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285EA0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PADOVA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3435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  <w:p w14:paraId="4585DF7F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  <w:r w:rsidRPr="00872453">
              <w:rPr>
                <w:rFonts w:ascii="Bookman Old Style" w:hAnsi="Bookman Old Style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E9EC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39A60" w14:textId="77777777" w:rsidR="004B38DF" w:rsidRDefault="004B38DF" w:rsidP="003B683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Arial"/>
                <w:sz w:val="18"/>
                <w:szCs w:val="18"/>
                <w:lang w:eastAsia="en-US"/>
              </w:rPr>
            </w:pPr>
          </w:p>
        </w:tc>
      </w:tr>
    </w:tbl>
    <w:p w14:paraId="543533F2" w14:textId="77777777" w:rsidR="00BF4B18" w:rsidRDefault="00BF4B18"/>
    <w:p w14:paraId="1816B1F1" w14:textId="77777777" w:rsidR="00BF4B18" w:rsidRPr="00893BA4" w:rsidRDefault="00BF4B18">
      <w:pPr>
        <w:rPr>
          <w:b/>
          <w:bCs/>
          <w:sz w:val="22"/>
          <w:szCs w:val="22"/>
        </w:rPr>
      </w:pPr>
    </w:p>
    <w:p w14:paraId="39B53B06" w14:textId="77777777" w:rsidR="00BF4B18" w:rsidRPr="00893BA4" w:rsidRDefault="00A40934">
      <w:pPr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                           </w:t>
      </w:r>
      <w:r w:rsidR="00893BA4" w:rsidRPr="00893BA4">
        <w:rPr>
          <w:rFonts w:ascii="Bookman Old Style" w:hAnsi="Bookman Old Style"/>
          <w:b/>
          <w:bCs/>
          <w:sz w:val="22"/>
          <w:szCs w:val="22"/>
        </w:rPr>
        <w:tab/>
      </w:r>
      <w:r w:rsidR="00893BA4"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sz w:val="22"/>
          <w:szCs w:val="22"/>
        </w:rPr>
        <w:t xml:space="preserve">                             </w:t>
      </w:r>
      <w:r w:rsidR="00893BA4">
        <w:rPr>
          <w:rFonts w:ascii="Bookman Old Style" w:hAnsi="Bookman Old Style"/>
          <w:b/>
          <w:bCs/>
          <w:sz w:val="22"/>
          <w:szCs w:val="22"/>
        </w:rPr>
        <w:t>TOTA</w:t>
      </w:r>
      <w:r w:rsidR="00893BA4" w:rsidRPr="00893BA4">
        <w:rPr>
          <w:rFonts w:ascii="Bookman Old Style" w:hAnsi="Bookman Old Style"/>
          <w:b/>
          <w:bCs/>
          <w:sz w:val="22"/>
          <w:szCs w:val="22"/>
        </w:rPr>
        <w:t>LE CANDIDATI                  2.270</w:t>
      </w:r>
    </w:p>
    <w:p w14:paraId="78A6322A" w14:textId="77777777" w:rsidR="003B10F6" w:rsidRPr="003B10F6" w:rsidRDefault="003B10F6">
      <w:pPr>
        <w:rPr>
          <w:rFonts w:ascii="Bookman Old Style" w:hAnsi="Bookman Old Style"/>
          <w:sz w:val="16"/>
          <w:szCs w:val="16"/>
        </w:rPr>
      </w:pPr>
    </w:p>
    <w:p w14:paraId="1ADF5F0F" w14:textId="77777777" w:rsidR="00083606" w:rsidRDefault="00083606" w:rsidP="00083606">
      <w:pPr>
        <w:ind w:left="567"/>
        <w:rPr>
          <w:rFonts w:ascii="Bookman Old Style" w:hAnsi="Bookman Old Style"/>
          <w:sz w:val="18"/>
          <w:szCs w:val="18"/>
        </w:rPr>
      </w:pPr>
    </w:p>
    <w:p w14:paraId="064E8836" w14:textId="77777777" w:rsidR="00083606" w:rsidRDefault="00083606" w:rsidP="00083606">
      <w:pPr>
        <w:rPr>
          <w:rFonts w:ascii="Bookman Old Style" w:hAnsi="Bookman Old Style"/>
          <w:sz w:val="18"/>
          <w:szCs w:val="18"/>
        </w:rPr>
      </w:pPr>
    </w:p>
    <w:p w14:paraId="0DCC3738" w14:textId="77777777" w:rsidR="00083606" w:rsidRDefault="00083606" w:rsidP="00083606">
      <w:pPr>
        <w:ind w:left="567"/>
        <w:rPr>
          <w:rFonts w:ascii="Bookman Old Style" w:hAnsi="Bookman Old Style"/>
          <w:sz w:val="18"/>
          <w:szCs w:val="18"/>
        </w:rPr>
      </w:pPr>
    </w:p>
    <w:sectPr w:rsidR="00083606" w:rsidSect="00610D1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84" w:right="28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4CE17" w14:textId="77777777" w:rsidR="007947FE" w:rsidRDefault="007947FE">
      <w:r>
        <w:separator/>
      </w:r>
    </w:p>
  </w:endnote>
  <w:endnote w:type="continuationSeparator" w:id="0">
    <w:p w14:paraId="4DE08566" w14:textId="77777777" w:rsidR="007947FE" w:rsidRDefault="0079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175489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2A1A4B89" w14:textId="77777777" w:rsidR="00A83C36" w:rsidRPr="005D0B3F" w:rsidRDefault="002C43DD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5D0B3F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5D0B3F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5D0B3F">
          <w:rPr>
            <w:rFonts w:ascii="Bookman Old Style" w:hAnsi="Bookman Old Style"/>
            <w:sz w:val="16"/>
            <w:szCs w:val="16"/>
          </w:rPr>
          <w:fldChar w:fldCharType="separate"/>
        </w:r>
        <w:r w:rsidR="00487614">
          <w:rPr>
            <w:rFonts w:ascii="Bookman Old Style" w:hAnsi="Bookman Old Style"/>
            <w:noProof/>
            <w:sz w:val="16"/>
            <w:szCs w:val="16"/>
          </w:rPr>
          <w:t>2</w:t>
        </w:r>
        <w:r w:rsidRPr="005D0B3F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4DD091EC" w14:textId="77777777" w:rsidR="00A83C36" w:rsidRPr="00826DF9" w:rsidRDefault="00A83C36">
    <w:pPr>
      <w:pStyle w:val="Pidipagin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3573340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06A14DBD" w14:textId="77777777" w:rsidR="00A83C36" w:rsidRPr="00C50DD5" w:rsidRDefault="002C43DD">
        <w:pPr>
          <w:pStyle w:val="Pidipagina"/>
          <w:jc w:val="right"/>
          <w:rPr>
            <w:rFonts w:ascii="Bookman Old Style" w:hAnsi="Bookman Old Style"/>
            <w:sz w:val="16"/>
            <w:szCs w:val="16"/>
          </w:rPr>
        </w:pPr>
        <w:r w:rsidRPr="00C50DD5">
          <w:rPr>
            <w:rFonts w:ascii="Bookman Old Style" w:hAnsi="Bookman Old Style"/>
            <w:sz w:val="16"/>
            <w:szCs w:val="16"/>
          </w:rPr>
          <w:fldChar w:fldCharType="begin"/>
        </w:r>
        <w:r w:rsidR="00A83C36" w:rsidRPr="00C50DD5">
          <w:rPr>
            <w:rFonts w:ascii="Bookman Old Style" w:hAnsi="Bookman Old Style"/>
            <w:sz w:val="16"/>
            <w:szCs w:val="16"/>
          </w:rPr>
          <w:instrText>PAGE   \* MERGEFORMAT</w:instrText>
        </w:r>
        <w:r w:rsidRPr="00C50DD5">
          <w:rPr>
            <w:rFonts w:ascii="Bookman Old Style" w:hAnsi="Bookman Old Style"/>
            <w:sz w:val="16"/>
            <w:szCs w:val="16"/>
          </w:rPr>
          <w:fldChar w:fldCharType="separate"/>
        </w:r>
        <w:r w:rsidR="00793CF2">
          <w:rPr>
            <w:rFonts w:ascii="Bookman Old Style" w:hAnsi="Bookman Old Style"/>
            <w:noProof/>
            <w:sz w:val="16"/>
            <w:szCs w:val="16"/>
          </w:rPr>
          <w:t>1</w:t>
        </w:r>
        <w:r w:rsidRPr="00C50DD5"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752FFBC3" w14:textId="77777777" w:rsidR="00A83C36" w:rsidRDefault="00A83C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22B4" w14:textId="77777777" w:rsidR="007947FE" w:rsidRDefault="007947FE">
      <w:r>
        <w:separator/>
      </w:r>
    </w:p>
  </w:footnote>
  <w:footnote w:type="continuationSeparator" w:id="0">
    <w:p w14:paraId="2826F297" w14:textId="77777777" w:rsidR="007947FE" w:rsidRDefault="0079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C2705" w14:textId="77777777" w:rsidR="00A83C36" w:rsidRPr="009E674E" w:rsidRDefault="00A83C36" w:rsidP="00180213">
    <w:pPr>
      <w:pStyle w:val="Intestazione"/>
      <w:tabs>
        <w:tab w:val="clear" w:pos="4819"/>
        <w:tab w:val="clear" w:pos="9638"/>
        <w:tab w:val="left" w:pos="15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C0C9" w14:textId="77777777" w:rsidR="00A83C36" w:rsidRPr="001E1403" w:rsidRDefault="00A83C36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A120450"/>
    <w:multiLevelType w:val="hybridMultilevel"/>
    <w:tmpl w:val="2DFA4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0A62"/>
    <w:multiLevelType w:val="hybridMultilevel"/>
    <w:tmpl w:val="1356205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6C36"/>
    <w:multiLevelType w:val="hybridMultilevel"/>
    <w:tmpl w:val="AE045C8E"/>
    <w:lvl w:ilvl="0" w:tplc="91CA6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F584561"/>
    <w:multiLevelType w:val="hybridMultilevel"/>
    <w:tmpl w:val="013A8DBC"/>
    <w:lvl w:ilvl="0" w:tplc="DC4290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F636DF2"/>
    <w:multiLevelType w:val="hybridMultilevel"/>
    <w:tmpl w:val="3F6A1F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A07D2"/>
    <w:multiLevelType w:val="hybridMultilevel"/>
    <w:tmpl w:val="55169080"/>
    <w:lvl w:ilvl="0" w:tplc="0410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13776A74"/>
    <w:multiLevelType w:val="hybridMultilevel"/>
    <w:tmpl w:val="AAECBD8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715385F"/>
    <w:multiLevelType w:val="hybridMultilevel"/>
    <w:tmpl w:val="B8344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85446"/>
    <w:multiLevelType w:val="hybridMultilevel"/>
    <w:tmpl w:val="B57A9A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F0630"/>
    <w:multiLevelType w:val="hybridMultilevel"/>
    <w:tmpl w:val="2350374C"/>
    <w:lvl w:ilvl="0" w:tplc="B686D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748"/>
    <w:multiLevelType w:val="hybridMultilevel"/>
    <w:tmpl w:val="951E28D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EA1E7D"/>
    <w:multiLevelType w:val="hybridMultilevel"/>
    <w:tmpl w:val="90FA57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07AA"/>
    <w:multiLevelType w:val="hybridMultilevel"/>
    <w:tmpl w:val="6E5052BA"/>
    <w:lvl w:ilvl="0" w:tplc="B18A75E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5186"/>
    <w:multiLevelType w:val="hybridMultilevel"/>
    <w:tmpl w:val="B150E30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59E3EF8"/>
    <w:multiLevelType w:val="hybridMultilevel"/>
    <w:tmpl w:val="938AB802"/>
    <w:lvl w:ilvl="0" w:tplc="6554CC2E">
      <w:start w:val="1"/>
      <w:numFmt w:val="lowerLetter"/>
      <w:lvlText w:val="%1)"/>
      <w:lvlJc w:val="left"/>
      <w:pPr>
        <w:ind w:left="118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09" w:hanging="360"/>
      </w:pPr>
    </w:lvl>
    <w:lvl w:ilvl="2" w:tplc="0410001B" w:tentative="1">
      <w:start w:val="1"/>
      <w:numFmt w:val="lowerRoman"/>
      <w:lvlText w:val="%3."/>
      <w:lvlJc w:val="right"/>
      <w:pPr>
        <w:ind w:left="2629" w:hanging="180"/>
      </w:pPr>
    </w:lvl>
    <w:lvl w:ilvl="3" w:tplc="0410000F" w:tentative="1">
      <w:start w:val="1"/>
      <w:numFmt w:val="decimal"/>
      <w:lvlText w:val="%4."/>
      <w:lvlJc w:val="left"/>
      <w:pPr>
        <w:ind w:left="3349" w:hanging="360"/>
      </w:pPr>
    </w:lvl>
    <w:lvl w:ilvl="4" w:tplc="04100019" w:tentative="1">
      <w:start w:val="1"/>
      <w:numFmt w:val="lowerLetter"/>
      <w:lvlText w:val="%5."/>
      <w:lvlJc w:val="left"/>
      <w:pPr>
        <w:ind w:left="4069" w:hanging="360"/>
      </w:pPr>
    </w:lvl>
    <w:lvl w:ilvl="5" w:tplc="0410001B" w:tentative="1">
      <w:start w:val="1"/>
      <w:numFmt w:val="lowerRoman"/>
      <w:lvlText w:val="%6."/>
      <w:lvlJc w:val="right"/>
      <w:pPr>
        <w:ind w:left="4789" w:hanging="180"/>
      </w:pPr>
    </w:lvl>
    <w:lvl w:ilvl="6" w:tplc="0410000F" w:tentative="1">
      <w:start w:val="1"/>
      <w:numFmt w:val="decimal"/>
      <w:lvlText w:val="%7."/>
      <w:lvlJc w:val="left"/>
      <w:pPr>
        <w:ind w:left="5509" w:hanging="360"/>
      </w:pPr>
    </w:lvl>
    <w:lvl w:ilvl="7" w:tplc="04100019" w:tentative="1">
      <w:start w:val="1"/>
      <w:numFmt w:val="lowerLetter"/>
      <w:lvlText w:val="%8."/>
      <w:lvlJc w:val="left"/>
      <w:pPr>
        <w:ind w:left="6229" w:hanging="360"/>
      </w:pPr>
    </w:lvl>
    <w:lvl w:ilvl="8" w:tplc="0410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8" w15:restartNumberingAfterBreak="0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EF2"/>
    <w:multiLevelType w:val="hybridMultilevel"/>
    <w:tmpl w:val="F7D8DB02"/>
    <w:lvl w:ilvl="0" w:tplc="1480EA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493F43B9"/>
    <w:multiLevelType w:val="hybridMultilevel"/>
    <w:tmpl w:val="FC86658C"/>
    <w:lvl w:ilvl="0" w:tplc="3506860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877C13EA">
      <w:start w:val="1"/>
      <w:numFmt w:val="lowerLetter"/>
      <w:lvlText w:val="%2)"/>
      <w:lvlJc w:val="left"/>
      <w:pPr>
        <w:ind w:left="1506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0D7A96"/>
    <w:multiLevelType w:val="hybridMultilevel"/>
    <w:tmpl w:val="0152F946"/>
    <w:lvl w:ilvl="0" w:tplc="5F56D58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E1E2371"/>
    <w:multiLevelType w:val="hybridMultilevel"/>
    <w:tmpl w:val="D4542DC0"/>
    <w:lvl w:ilvl="0" w:tplc="7CD6B3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97106"/>
    <w:multiLevelType w:val="hybridMultilevel"/>
    <w:tmpl w:val="F062760A"/>
    <w:lvl w:ilvl="0" w:tplc="3EFCA1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E976E4FA">
      <w:start w:val="6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EC2FD7"/>
    <w:multiLevelType w:val="hybridMultilevel"/>
    <w:tmpl w:val="24C62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D6E30"/>
    <w:multiLevelType w:val="hybridMultilevel"/>
    <w:tmpl w:val="FF36570A"/>
    <w:lvl w:ilvl="0" w:tplc="5EFA082C">
      <w:start w:val="1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E3891"/>
    <w:multiLevelType w:val="hybridMultilevel"/>
    <w:tmpl w:val="E446DB64"/>
    <w:lvl w:ilvl="0" w:tplc="4D9CE6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5662EE"/>
    <w:multiLevelType w:val="hybridMultilevel"/>
    <w:tmpl w:val="46B4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27325"/>
    <w:multiLevelType w:val="hybridMultilevel"/>
    <w:tmpl w:val="D194C306"/>
    <w:lvl w:ilvl="0" w:tplc="01AEC4C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178D0"/>
    <w:multiLevelType w:val="hybridMultilevel"/>
    <w:tmpl w:val="F9E45A78"/>
    <w:lvl w:ilvl="0" w:tplc="1A989522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4F7017"/>
    <w:multiLevelType w:val="hybridMultilevel"/>
    <w:tmpl w:val="9ADEE22E"/>
    <w:lvl w:ilvl="0" w:tplc="96C8F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2417E9E"/>
    <w:multiLevelType w:val="hybridMultilevel"/>
    <w:tmpl w:val="DB62FFCE"/>
    <w:lvl w:ilvl="0" w:tplc="3F506BC4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85C25B7"/>
    <w:multiLevelType w:val="hybridMultilevel"/>
    <w:tmpl w:val="EB62C8A8"/>
    <w:lvl w:ilvl="0" w:tplc="548297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E59DB"/>
    <w:multiLevelType w:val="hybridMultilevel"/>
    <w:tmpl w:val="FC40B1C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8431668">
    <w:abstractNumId w:val="38"/>
  </w:num>
  <w:num w:numId="2" w16cid:durableId="103697465">
    <w:abstractNumId w:val="34"/>
  </w:num>
  <w:num w:numId="3" w16cid:durableId="983700047">
    <w:abstractNumId w:val="2"/>
  </w:num>
  <w:num w:numId="4" w16cid:durableId="952371079">
    <w:abstractNumId w:val="5"/>
  </w:num>
  <w:num w:numId="5" w16cid:durableId="1001930702">
    <w:abstractNumId w:val="29"/>
  </w:num>
  <w:num w:numId="6" w16cid:durableId="131946962">
    <w:abstractNumId w:val="0"/>
  </w:num>
  <w:num w:numId="7" w16cid:durableId="427310965">
    <w:abstractNumId w:val="20"/>
  </w:num>
  <w:num w:numId="8" w16cid:durableId="105540606">
    <w:abstractNumId w:val="23"/>
  </w:num>
  <w:num w:numId="9" w16cid:durableId="1997999922">
    <w:abstractNumId w:val="18"/>
  </w:num>
  <w:num w:numId="10" w16cid:durableId="1974212863">
    <w:abstractNumId w:val="1"/>
  </w:num>
  <w:num w:numId="11" w16cid:durableId="1567757974">
    <w:abstractNumId w:val="11"/>
  </w:num>
  <w:num w:numId="12" w16cid:durableId="467168050">
    <w:abstractNumId w:val="37"/>
  </w:num>
  <w:num w:numId="13" w16cid:durableId="976029414">
    <w:abstractNumId w:val="3"/>
  </w:num>
  <w:num w:numId="14" w16cid:durableId="2024937032">
    <w:abstractNumId w:val="7"/>
  </w:num>
  <w:num w:numId="15" w16cid:durableId="1051807692">
    <w:abstractNumId w:val="12"/>
  </w:num>
  <w:num w:numId="16" w16cid:durableId="799570042">
    <w:abstractNumId w:val="26"/>
  </w:num>
  <w:num w:numId="17" w16cid:durableId="1816947954">
    <w:abstractNumId w:val="30"/>
  </w:num>
  <w:num w:numId="18" w16cid:durableId="248273968">
    <w:abstractNumId w:val="16"/>
  </w:num>
  <w:num w:numId="19" w16cid:durableId="723677652">
    <w:abstractNumId w:val="25"/>
  </w:num>
  <w:num w:numId="20" w16cid:durableId="1918635824">
    <w:abstractNumId w:val="10"/>
  </w:num>
  <w:num w:numId="21" w16cid:durableId="824736526">
    <w:abstractNumId w:val="6"/>
  </w:num>
  <w:num w:numId="22" w16cid:durableId="1248998772">
    <w:abstractNumId w:val="9"/>
  </w:num>
  <w:num w:numId="23" w16cid:durableId="1420709276">
    <w:abstractNumId w:val="31"/>
  </w:num>
  <w:num w:numId="24" w16cid:durableId="1279216888">
    <w:abstractNumId w:val="19"/>
  </w:num>
  <w:num w:numId="25" w16cid:durableId="1842968066">
    <w:abstractNumId w:val="27"/>
  </w:num>
  <w:num w:numId="26" w16cid:durableId="570583191">
    <w:abstractNumId w:val="13"/>
  </w:num>
  <w:num w:numId="27" w16cid:durableId="2123454938">
    <w:abstractNumId w:val="32"/>
  </w:num>
  <w:num w:numId="28" w16cid:durableId="1350906987">
    <w:abstractNumId w:val="36"/>
  </w:num>
  <w:num w:numId="29" w16cid:durableId="2057504403">
    <w:abstractNumId w:val="33"/>
  </w:num>
  <w:num w:numId="30" w16cid:durableId="829101259">
    <w:abstractNumId w:val="17"/>
  </w:num>
  <w:num w:numId="31" w16cid:durableId="1249387669">
    <w:abstractNumId w:val="22"/>
  </w:num>
  <w:num w:numId="32" w16cid:durableId="1241677580">
    <w:abstractNumId w:val="14"/>
  </w:num>
  <w:num w:numId="33" w16cid:durableId="159390684">
    <w:abstractNumId w:val="4"/>
  </w:num>
  <w:num w:numId="34" w16cid:durableId="594439132">
    <w:abstractNumId w:val="8"/>
  </w:num>
  <w:num w:numId="35" w16cid:durableId="1899126518">
    <w:abstractNumId w:val="21"/>
  </w:num>
  <w:num w:numId="36" w16cid:durableId="577255339">
    <w:abstractNumId w:val="28"/>
  </w:num>
  <w:num w:numId="37" w16cid:durableId="316807510">
    <w:abstractNumId w:val="35"/>
  </w:num>
  <w:num w:numId="38" w16cid:durableId="83357445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2632806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3060373">
    <w:abstractNumId w:val="24"/>
  </w:num>
  <w:num w:numId="41" w16cid:durableId="10884240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6D2"/>
    <w:rsid w:val="00000947"/>
    <w:rsid w:val="00002796"/>
    <w:rsid w:val="0000480E"/>
    <w:rsid w:val="00012197"/>
    <w:rsid w:val="00012717"/>
    <w:rsid w:val="00015D96"/>
    <w:rsid w:val="00016B6A"/>
    <w:rsid w:val="00020DD5"/>
    <w:rsid w:val="0002427D"/>
    <w:rsid w:val="00031453"/>
    <w:rsid w:val="000322BC"/>
    <w:rsid w:val="000342AB"/>
    <w:rsid w:val="00034A89"/>
    <w:rsid w:val="00041934"/>
    <w:rsid w:val="00044D81"/>
    <w:rsid w:val="00045F84"/>
    <w:rsid w:val="00046936"/>
    <w:rsid w:val="00050634"/>
    <w:rsid w:val="0005089B"/>
    <w:rsid w:val="0005534F"/>
    <w:rsid w:val="00056547"/>
    <w:rsid w:val="00056BE8"/>
    <w:rsid w:val="00060949"/>
    <w:rsid w:val="000801E4"/>
    <w:rsid w:val="00083606"/>
    <w:rsid w:val="00084F51"/>
    <w:rsid w:val="00095022"/>
    <w:rsid w:val="00096BDD"/>
    <w:rsid w:val="00096D1B"/>
    <w:rsid w:val="00096D50"/>
    <w:rsid w:val="00097199"/>
    <w:rsid w:val="000A1424"/>
    <w:rsid w:val="000B34C9"/>
    <w:rsid w:val="000B7633"/>
    <w:rsid w:val="000C0C6F"/>
    <w:rsid w:val="000C1EA2"/>
    <w:rsid w:val="000C7D27"/>
    <w:rsid w:val="000D60C2"/>
    <w:rsid w:val="000D643F"/>
    <w:rsid w:val="000E04D0"/>
    <w:rsid w:val="000E24CE"/>
    <w:rsid w:val="000E3B41"/>
    <w:rsid w:val="000F2B7F"/>
    <w:rsid w:val="000F2E8D"/>
    <w:rsid w:val="000F34AF"/>
    <w:rsid w:val="000F5D0E"/>
    <w:rsid w:val="000F62E6"/>
    <w:rsid w:val="00102B5E"/>
    <w:rsid w:val="00105774"/>
    <w:rsid w:val="00106118"/>
    <w:rsid w:val="0010622F"/>
    <w:rsid w:val="00110E1C"/>
    <w:rsid w:val="00113691"/>
    <w:rsid w:val="00117F76"/>
    <w:rsid w:val="00121A96"/>
    <w:rsid w:val="00121F55"/>
    <w:rsid w:val="00124BB4"/>
    <w:rsid w:val="0012709C"/>
    <w:rsid w:val="00133F0C"/>
    <w:rsid w:val="001345E1"/>
    <w:rsid w:val="00135A14"/>
    <w:rsid w:val="00143E12"/>
    <w:rsid w:val="00144C48"/>
    <w:rsid w:val="001476F5"/>
    <w:rsid w:val="00154772"/>
    <w:rsid w:val="0015684B"/>
    <w:rsid w:val="00160344"/>
    <w:rsid w:val="001625F3"/>
    <w:rsid w:val="00163BB4"/>
    <w:rsid w:val="00167CBB"/>
    <w:rsid w:val="00174D26"/>
    <w:rsid w:val="001765FC"/>
    <w:rsid w:val="00177353"/>
    <w:rsid w:val="00180213"/>
    <w:rsid w:val="00184D2A"/>
    <w:rsid w:val="001870C3"/>
    <w:rsid w:val="001A0176"/>
    <w:rsid w:val="001A3909"/>
    <w:rsid w:val="001A7DDA"/>
    <w:rsid w:val="001A7F9A"/>
    <w:rsid w:val="001B0AD4"/>
    <w:rsid w:val="001C0832"/>
    <w:rsid w:val="001C3911"/>
    <w:rsid w:val="001C4682"/>
    <w:rsid w:val="001C61B4"/>
    <w:rsid w:val="001D4F57"/>
    <w:rsid w:val="001D5D73"/>
    <w:rsid w:val="001D6626"/>
    <w:rsid w:val="001E1403"/>
    <w:rsid w:val="001E4C73"/>
    <w:rsid w:val="001E6F18"/>
    <w:rsid w:val="001E7C66"/>
    <w:rsid w:val="001F359E"/>
    <w:rsid w:val="001F3EEC"/>
    <w:rsid w:val="001F75B4"/>
    <w:rsid w:val="00204087"/>
    <w:rsid w:val="002050D7"/>
    <w:rsid w:val="0020574B"/>
    <w:rsid w:val="00205900"/>
    <w:rsid w:val="0020724A"/>
    <w:rsid w:val="0021371E"/>
    <w:rsid w:val="0021643E"/>
    <w:rsid w:val="002227EC"/>
    <w:rsid w:val="002240B1"/>
    <w:rsid w:val="00226CDB"/>
    <w:rsid w:val="00232C4C"/>
    <w:rsid w:val="002526A2"/>
    <w:rsid w:val="00252AB4"/>
    <w:rsid w:val="00253517"/>
    <w:rsid w:val="00260BBB"/>
    <w:rsid w:val="002640A6"/>
    <w:rsid w:val="00267C6A"/>
    <w:rsid w:val="002710C4"/>
    <w:rsid w:val="00274EDB"/>
    <w:rsid w:val="0028736B"/>
    <w:rsid w:val="00295A72"/>
    <w:rsid w:val="002967F0"/>
    <w:rsid w:val="002A32DB"/>
    <w:rsid w:val="002A5424"/>
    <w:rsid w:val="002A5A3E"/>
    <w:rsid w:val="002A6E5A"/>
    <w:rsid w:val="002B1D15"/>
    <w:rsid w:val="002B334F"/>
    <w:rsid w:val="002B3FCB"/>
    <w:rsid w:val="002B5925"/>
    <w:rsid w:val="002B7A71"/>
    <w:rsid w:val="002B7F56"/>
    <w:rsid w:val="002C0937"/>
    <w:rsid w:val="002C43DD"/>
    <w:rsid w:val="002D327B"/>
    <w:rsid w:val="002D3EBB"/>
    <w:rsid w:val="002D4B48"/>
    <w:rsid w:val="002D5D08"/>
    <w:rsid w:val="002E0B70"/>
    <w:rsid w:val="002E4A4A"/>
    <w:rsid w:val="002E4D13"/>
    <w:rsid w:val="002E649E"/>
    <w:rsid w:val="002E7320"/>
    <w:rsid w:val="002F79E8"/>
    <w:rsid w:val="0030130B"/>
    <w:rsid w:val="00302E53"/>
    <w:rsid w:val="003032D0"/>
    <w:rsid w:val="00304732"/>
    <w:rsid w:val="00314D3A"/>
    <w:rsid w:val="00320BEF"/>
    <w:rsid w:val="00324594"/>
    <w:rsid w:val="00330E22"/>
    <w:rsid w:val="00330F6A"/>
    <w:rsid w:val="00333AD8"/>
    <w:rsid w:val="00342103"/>
    <w:rsid w:val="00346F47"/>
    <w:rsid w:val="00347F25"/>
    <w:rsid w:val="00356740"/>
    <w:rsid w:val="00360666"/>
    <w:rsid w:val="00360DA9"/>
    <w:rsid w:val="00362DFD"/>
    <w:rsid w:val="00363786"/>
    <w:rsid w:val="003640B0"/>
    <w:rsid w:val="00365E94"/>
    <w:rsid w:val="003708A4"/>
    <w:rsid w:val="00371876"/>
    <w:rsid w:val="00382005"/>
    <w:rsid w:val="00390193"/>
    <w:rsid w:val="003A0529"/>
    <w:rsid w:val="003A158B"/>
    <w:rsid w:val="003A1C3E"/>
    <w:rsid w:val="003A6AC8"/>
    <w:rsid w:val="003B10F6"/>
    <w:rsid w:val="003B3AA5"/>
    <w:rsid w:val="003B47DE"/>
    <w:rsid w:val="003B683D"/>
    <w:rsid w:val="003C4D19"/>
    <w:rsid w:val="003C67EF"/>
    <w:rsid w:val="003D0C2A"/>
    <w:rsid w:val="003D0EF0"/>
    <w:rsid w:val="003D2A4F"/>
    <w:rsid w:val="003D3867"/>
    <w:rsid w:val="003E2E5C"/>
    <w:rsid w:val="003E4316"/>
    <w:rsid w:val="003E5C7D"/>
    <w:rsid w:val="003F0B1A"/>
    <w:rsid w:val="003F2D08"/>
    <w:rsid w:val="0041221C"/>
    <w:rsid w:val="0041350D"/>
    <w:rsid w:val="00414265"/>
    <w:rsid w:val="00414C07"/>
    <w:rsid w:val="00414D83"/>
    <w:rsid w:val="00415363"/>
    <w:rsid w:val="0042064C"/>
    <w:rsid w:val="00424499"/>
    <w:rsid w:val="004251A8"/>
    <w:rsid w:val="00430B33"/>
    <w:rsid w:val="00432866"/>
    <w:rsid w:val="00432EB5"/>
    <w:rsid w:val="00435019"/>
    <w:rsid w:val="00435504"/>
    <w:rsid w:val="00443DBD"/>
    <w:rsid w:val="004443F3"/>
    <w:rsid w:val="00453329"/>
    <w:rsid w:val="00453563"/>
    <w:rsid w:val="0046046D"/>
    <w:rsid w:val="004639BB"/>
    <w:rsid w:val="00463D87"/>
    <w:rsid w:val="00467942"/>
    <w:rsid w:val="00470D30"/>
    <w:rsid w:val="0047207E"/>
    <w:rsid w:val="0047462B"/>
    <w:rsid w:val="004747C9"/>
    <w:rsid w:val="00481D74"/>
    <w:rsid w:val="00487614"/>
    <w:rsid w:val="00491CFA"/>
    <w:rsid w:val="004A5D4F"/>
    <w:rsid w:val="004A69C0"/>
    <w:rsid w:val="004B38DF"/>
    <w:rsid w:val="004B598A"/>
    <w:rsid w:val="004C0FB1"/>
    <w:rsid w:val="004C6980"/>
    <w:rsid w:val="004C6FE9"/>
    <w:rsid w:val="004D002C"/>
    <w:rsid w:val="004D168C"/>
    <w:rsid w:val="004D2D79"/>
    <w:rsid w:val="004D56EC"/>
    <w:rsid w:val="004E0605"/>
    <w:rsid w:val="004E1528"/>
    <w:rsid w:val="004E4BBA"/>
    <w:rsid w:val="004E614E"/>
    <w:rsid w:val="004E78F2"/>
    <w:rsid w:val="004F7CEC"/>
    <w:rsid w:val="005006B0"/>
    <w:rsid w:val="00506FC5"/>
    <w:rsid w:val="0051054C"/>
    <w:rsid w:val="00510909"/>
    <w:rsid w:val="0051108E"/>
    <w:rsid w:val="005110F7"/>
    <w:rsid w:val="00511176"/>
    <w:rsid w:val="00511C51"/>
    <w:rsid w:val="00512D35"/>
    <w:rsid w:val="00527D61"/>
    <w:rsid w:val="00536307"/>
    <w:rsid w:val="0053708D"/>
    <w:rsid w:val="005435FC"/>
    <w:rsid w:val="00543F97"/>
    <w:rsid w:val="00552877"/>
    <w:rsid w:val="0055523D"/>
    <w:rsid w:val="00556379"/>
    <w:rsid w:val="00557CE8"/>
    <w:rsid w:val="0056410E"/>
    <w:rsid w:val="0057259E"/>
    <w:rsid w:val="005754CA"/>
    <w:rsid w:val="005765C2"/>
    <w:rsid w:val="00577264"/>
    <w:rsid w:val="00577B57"/>
    <w:rsid w:val="0058048F"/>
    <w:rsid w:val="00582528"/>
    <w:rsid w:val="00584FC0"/>
    <w:rsid w:val="00585B2C"/>
    <w:rsid w:val="0059577C"/>
    <w:rsid w:val="00595988"/>
    <w:rsid w:val="005A12B5"/>
    <w:rsid w:val="005A210E"/>
    <w:rsid w:val="005A579A"/>
    <w:rsid w:val="005C16D0"/>
    <w:rsid w:val="005C2CE4"/>
    <w:rsid w:val="005D0998"/>
    <w:rsid w:val="005D0B3F"/>
    <w:rsid w:val="005D1D27"/>
    <w:rsid w:val="005D5DD8"/>
    <w:rsid w:val="005E0C15"/>
    <w:rsid w:val="005E11FB"/>
    <w:rsid w:val="005E28F5"/>
    <w:rsid w:val="005E673F"/>
    <w:rsid w:val="005F3177"/>
    <w:rsid w:val="005F6E7D"/>
    <w:rsid w:val="00601B36"/>
    <w:rsid w:val="00602271"/>
    <w:rsid w:val="00604952"/>
    <w:rsid w:val="00604A89"/>
    <w:rsid w:val="0060511F"/>
    <w:rsid w:val="006061D4"/>
    <w:rsid w:val="0061007F"/>
    <w:rsid w:val="00610D11"/>
    <w:rsid w:val="006168DA"/>
    <w:rsid w:val="0062066C"/>
    <w:rsid w:val="00631609"/>
    <w:rsid w:val="0063403C"/>
    <w:rsid w:val="00636FB7"/>
    <w:rsid w:val="006403D0"/>
    <w:rsid w:val="00642E12"/>
    <w:rsid w:val="0065409B"/>
    <w:rsid w:val="006542DD"/>
    <w:rsid w:val="0066178E"/>
    <w:rsid w:val="006623A8"/>
    <w:rsid w:val="00664228"/>
    <w:rsid w:val="00665588"/>
    <w:rsid w:val="00666735"/>
    <w:rsid w:val="006710FD"/>
    <w:rsid w:val="006760D1"/>
    <w:rsid w:val="00680221"/>
    <w:rsid w:val="00683058"/>
    <w:rsid w:val="00686962"/>
    <w:rsid w:val="00686CE8"/>
    <w:rsid w:val="006870EA"/>
    <w:rsid w:val="006904FF"/>
    <w:rsid w:val="00692CC2"/>
    <w:rsid w:val="006A14B5"/>
    <w:rsid w:val="006A3F6F"/>
    <w:rsid w:val="006A7757"/>
    <w:rsid w:val="006B2138"/>
    <w:rsid w:val="006B34BF"/>
    <w:rsid w:val="006B5B46"/>
    <w:rsid w:val="006B66EC"/>
    <w:rsid w:val="006B7AC9"/>
    <w:rsid w:val="006C2FE5"/>
    <w:rsid w:val="006C3233"/>
    <w:rsid w:val="006C3B18"/>
    <w:rsid w:val="006C51CE"/>
    <w:rsid w:val="006C6D19"/>
    <w:rsid w:val="006D0328"/>
    <w:rsid w:val="006D4C94"/>
    <w:rsid w:val="006D7981"/>
    <w:rsid w:val="006E2AAC"/>
    <w:rsid w:val="006F334B"/>
    <w:rsid w:val="006F53E9"/>
    <w:rsid w:val="0070336A"/>
    <w:rsid w:val="007033C6"/>
    <w:rsid w:val="00703DFA"/>
    <w:rsid w:val="00707183"/>
    <w:rsid w:val="0071286E"/>
    <w:rsid w:val="00712A92"/>
    <w:rsid w:val="00714F5A"/>
    <w:rsid w:val="0071551F"/>
    <w:rsid w:val="00717565"/>
    <w:rsid w:val="00735A64"/>
    <w:rsid w:val="0074303B"/>
    <w:rsid w:val="00746690"/>
    <w:rsid w:val="007468B9"/>
    <w:rsid w:val="007544A5"/>
    <w:rsid w:val="0075464C"/>
    <w:rsid w:val="00760432"/>
    <w:rsid w:val="00761EDE"/>
    <w:rsid w:val="00764D8C"/>
    <w:rsid w:val="00764F0E"/>
    <w:rsid w:val="00764F15"/>
    <w:rsid w:val="00772134"/>
    <w:rsid w:val="00772A23"/>
    <w:rsid w:val="007837BF"/>
    <w:rsid w:val="00786C2C"/>
    <w:rsid w:val="0079199C"/>
    <w:rsid w:val="007923C0"/>
    <w:rsid w:val="007923C8"/>
    <w:rsid w:val="00793CF2"/>
    <w:rsid w:val="007947FE"/>
    <w:rsid w:val="00795951"/>
    <w:rsid w:val="00797EC6"/>
    <w:rsid w:val="007A1CE5"/>
    <w:rsid w:val="007A3905"/>
    <w:rsid w:val="007A5B4C"/>
    <w:rsid w:val="007A5E06"/>
    <w:rsid w:val="007B5557"/>
    <w:rsid w:val="007C1949"/>
    <w:rsid w:val="007C7413"/>
    <w:rsid w:val="007D412C"/>
    <w:rsid w:val="007D476D"/>
    <w:rsid w:val="007D4F52"/>
    <w:rsid w:val="007D7BD5"/>
    <w:rsid w:val="007E6D2D"/>
    <w:rsid w:val="007E7534"/>
    <w:rsid w:val="007F3D1D"/>
    <w:rsid w:val="007F4A7A"/>
    <w:rsid w:val="00801CC9"/>
    <w:rsid w:val="0080215C"/>
    <w:rsid w:val="00806504"/>
    <w:rsid w:val="00814AD5"/>
    <w:rsid w:val="00826DF9"/>
    <w:rsid w:val="00827C30"/>
    <w:rsid w:val="00833053"/>
    <w:rsid w:val="008336D7"/>
    <w:rsid w:val="00833F1A"/>
    <w:rsid w:val="008366C7"/>
    <w:rsid w:val="00845056"/>
    <w:rsid w:val="00845CBC"/>
    <w:rsid w:val="008477E4"/>
    <w:rsid w:val="00847ED8"/>
    <w:rsid w:val="008517D8"/>
    <w:rsid w:val="0085190E"/>
    <w:rsid w:val="008619DE"/>
    <w:rsid w:val="00864692"/>
    <w:rsid w:val="00871A7E"/>
    <w:rsid w:val="00876E8B"/>
    <w:rsid w:val="00877452"/>
    <w:rsid w:val="00877839"/>
    <w:rsid w:val="00891C27"/>
    <w:rsid w:val="00891EC3"/>
    <w:rsid w:val="008929B4"/>
    <w:rsid w:val="00893BA4"/>
    <w:rsid w:val="00894011"/>
    <w:rsid w:val="008A1DE4"/>
    <w:rsid w:val="008A1F82"/>
    <w:rsid w:val="008A3464"/>
    <w:rsid w:val="008A4D3B"/>
    <w:rsid w:val="008A5500"/>
    <w:rsid w:val="008A67E0"/>
    <w:rsid w:val="008A6F20"/>
    <w:rsid w:val="008B201A"/>
    <w:rsid w:val="008C0344"/>
    <w:rsid w:val="008C5040"/>
    <w:rsid w:val="008E24C2"/>
    <w:rsid w:val="008F20EC"/>
    <w:rsid w:val="008F22D3"/>
    <w:rsid w:val="008F544B"/>
    <w:rsid w:val="008F7710"/>
    <w:rsid w:val="0090258C"/>
    <w:rsid w:val="00903CDA"/>
    <w:rsid w:val="009067EC"/>
    <w:rsid w:val="00911D4D"/>
    <w:rsid w:val="00911D75"/>
    <w:rsid w:val="00912D8E"/>
    <w:rsid w:val="00914104"/>
    <w:rsid w:val="00914902"/>
    <w:rsid w:val="00915785"/>
    <w:rsid w:val="00917106"/>
    <w:rsid w:val="009178AD"/>
    <w:rsid w:val="00924332"/>
    <w:rsid w:val="009279B0"/>
    <w:rsid w:val="00931024"/>
    <w:rsid w:val="009312E9"/>
    <w:rsid w:val="00941984"/>
    <w:rsid w:val="00944545"/>
    <w:rsid w:val="00973AB4"/>
    <w:rsid w:val="00976CE9"/>
    <w:rsid w:val="00976EFB"/>
    <w:rsid w:val="009816E8"/>
    <w:rsid w:val="00981D35"/>
    <w:rsid w:val="009907E9"/>
    <w:rsid w:val="009917E4"/>
    <w:rsid w:val="00995B32"/>
    <w:rsid w:val="009A508E"/>
    <w:rsid w:val="009A787E"/>
    <w:rsid w:val="009A7AD5"/>
    <w:rsid w:val="009C1ACE"/>
    <w:rsid w:val="009C222B"/>
    <w:rsid w:val="009C3E6C"/>
    <w:rsid w:val="009D0C04"/>
    <w:rsid w:val="009D5DCA"/>
    <w:rsid w:val="009E5696"/>
    <w:rsid w:val="009E621C"/>
    <w:rsid w:val="009E674E"/>
    <w:rsid w:val="009E6CAC"/>
    <w:rsid w:val="009F03C6"/>
    <w:rsid w:val="009F4D3A"/>
    <w:rsid w:val="009F4DB7"/>
    <w:rsid w:val="00A00D4D"/>
    <w:rsid w:val="00A024B1"/>
    <w:rsid w:val="00A02525"/>
    <w:rsid w:val="00A03178"/>
    <w:rsid w:val="00A12FA5"/>
    <w:rsid w:val="00A137E5"/>
    <w:rsid w:val="00A21A47"/>
    <w:rsid w:val="00A2236D"/>
    <w:rsid w:val="00A3052B"/>
    <w:rsid w:val="00A328B8"/>
    <w:rsid w:val="00A36CB9"/>
    <w:rsid w:val="00A3704E"/>
    <w:rsid w:val="00A40934"/>
    <w:rsid w:val="00A41918"/>
    <w:rsid w:val="00A41D13"/>
    <w:rsid w:val="00A509D5"/>
    <w:rsid w:val="00A51E08"/>
    <w:rsid w:val="00A56B24"/>
    <w:rsid w:val="00A6254B"/>
    <w:rsid w:val="00A67E66"/>
    <w:rsid w:val="00A73A22"/>
    <w:rsid w:val="00A81189"/>
    <w:rsid w:val="00A83C36"/>
    <w:rsid w:val="00A90758"/>
    <w:rsid w:val="00A9269C"/>
    <w:rsid w:val="00A94250"/>
    <w:rsid w:val="00A95B52"/>
    <w:rsid w:val="00A963A8"/>
    <w:rsid w:val="00A966D9"/>
    <w:rsid w:val="00AA0DAE"/>
    <w:rsid w:val="00AA3275"/>
    <w:rsid w:val="00AB0EAD"/>
    <w:rsid w:val="00AB12F6"/>
    <w:rsid w:val="00AB4AD0"/>
    <w:rsid w:val="00AC10A1"/>
    <w:rsid w:val="00AC1DD5"/>
    <w:rsid w:val="00AC276D"/>
    <w:rsid w:val="00AD158A"/>
    <w:rsid w:val="00AD58EC"/>
    <w:rsid w:val="00AE35DB"/>
    <w:rsid w:val="00AE72D0"/>
    <w:rsid w:val="00AF24DD"/>
    <w:rsid w:val="00AF25DB"/>
    <w:rsid w:val="00AF277C"/>
    <w:rsid w:val="00AF3154"/>
    <w:rsid w:val="00AF477E"/>
    <w:rsid w:val="00AF4FE1"/>
    <w:rsid w:val="00AF59C1"/>
    <w:rsid w:val="00B11B53"/>
    <w:rsid w:val="00B1688C"/>
    <w:rsid w:val="00B22A10"/>
    <w:rsid w:val="00B230BE"/>
    <w:rsid w:val="00B27748"/>
    <w:rsid w:val="00B305A4"/>
    <w:rsid w:val="00B327A1"/>
    <w:rsid w:val="00B3458F"/>
    <w:rsid w:val="00B371C2"/>
    <w:rsid w:val="00B42103"/>
    <w:rsid w:val="00B44C95"/>
    <w:rsid w:val="00B45A4B"/>
    <w:rsid w:val="00B4612B"/>
    <w:rsid w:val="00B4717D"/>
    <w:rsid w:val="00B52E0F"/>
    <w:rsid w:val="00B56C2F"/>
    <w:rsid w:val="00B57C16"/>
    <w:rsid w:val="00B659B0"/>
    <w:rsid w:val="00B65D34"/>
    <w:rsid w:val="00B71154"/>
    <w:rsid w:val="00B71BE4"/>
    <w:rsid w:val="00B75B82"/>
    <w:rsid w:val="00B80270"/>
    <w:rsid w:val="00B82F5E"/>
    <w:rsid w:val="00B83312"/>
    <w:rsid w:val="00B83D1A"/>
    <w:rsid w:val="00B86B46"/>
    <w:rsid w:val="00B87E8B"/>
    <w:rsid w:val="00B91401"/>
    <w:rsid w:val="00B9322A"/>
    <w:rsid w:val="00BA7E99"/>
    <w:rsid w:val="00BA7FA9"/>
    <w:rsid w:val="00BB00A6"/>
    <w:rsid w:val="00BC39CC"/>
    <w:rsid w:val="00BC4FB8"/>
    <w:rsid w:val="00BC5238"/>
    <w:rsid w:val="00BC65BF"/>
    <w:rsid w:val="00BC6664"/>
    <w:rsid w:val="00BC7F35"/>
    <w:rsid w:val="00BD083A"/>
    <w:rsid w:val="00BD50DA"/>
    <w:rsid w:val="00BD52D4"/>
    <w:rsid w:val="00BD6080"/>
    <w:rsid w:val="00BD682D"/>
    <w:rsid w:val="00BE102C"/>
    <w:rsid w:val="00BE431B"/>
    <w:rsid w:val="00BE5118"/>
    <w:rsid w:val="00BE726A"/>
    <w:rsid w:val="00BF0D81"/>
    <w:rsid w:val="00BF18E4"/>
    <w:rsid w:val="00BF229F"/>
    <w:rsid w:val="00BF3194"/>
    <w:rsid w:val="00BF361A"/>
    <w:rsid w:val="00BF39F6"/>
    <w:rsid w:val="00BF4B18"/>
    <w:rsid w:val="00BF5292"/>
    <w:rsid w:val="00C10BCD"/>
    <w:rsid w:val="00C12187"/>
    <w:rsid w:val="00C164FA"/>
    <w:rsid w:val="00C20771"/>
    <w:rsid w:val="00C215B6"/>
    <w:rsid w:val="00C23215"/>
    <w:rsid w:val="00C23D1A"/>
    <w:rsid w:val="00C27028"/>
    <w:rsid w:val="00C308D7"/>
    <w:rsid w:val="00C32F44"/>
    <w:rsid w:val="00C336D3"/>
    <w:rsid w:val="00C345D8"/>
    <w:rsid w:val="00C35C40"/>
    <w:rsid w:val="00C3603A"/>
    <w:rsid w:val="00C36386"/>
    <w:rsid w:val="00C3735B"/>
    <w:rsid w:val="00C414C5"/>
    <w:rsid w:val="00C43DC1"/>
    <w:rsid w:val="00C50164"/>
    <w:rsid w:val="00C50DD5"/>
    <w:rsid w:val="00C521A8"/>
    <w:rsid w:val="00C63766"/>
    <w:rsid w:val="00C6432B"/>
    <w:rsid w:val="00C64F9A"/>
    <w:rsid w:val="00C674CC"/>
    <w:rsid w:val="00C70142"/>
    <w:rsid w:val="00C71AE6"/>
    <w:rsid w:val="00C74B3C"/>
    <w:rsid w:val="00C77E40"/>
    <w:rsid w:val="00C80BB3"/>
    <w:rsid w:val="00C80F4D"/>
    <w:rsid w:val="00C8298A"/>
    <w:rsid w:val="00C8411F"/>
    <w:rsid w:val="00C847CE"/>
    <w:rsid w:val="00C9137D"/>
    <w:rsid w:val="00C91DE3"/>
    <w:rsid w:val="00C9552D"/>
    <w:rsid w:val="00CA1804"/>
    <w:rsid w:val="00CA2295"/>
    <w:rsid w:val="00CA26D2"/>
    <w:rsid w:val="00CA2CE7"/>
    <w:rsid w:val="00CA500E"/>
    <w:rsid w:val="00CB7801"/>
    <w:rsid w:val="00CC7813"/>
    <w:rsid w:val="00CD1832"/>
    <w:rsid w:val="00CD1D55"/>
    <w:rsid w:val="00CD38BE"/>
    <w:rsid w:val="00CD79C4"/>
    <w:rsid w:val="00CE150D"/>
    <w:rsid w:val="00CE41C8"/>
    <w:rsid w:val="00CE58B6"/>
    <w:rsid w:val="00CF2678"/>
    <w:rsid w:val="00CF5E57"/>
    <w:rsid w:val="00D039CC"/>
    <w:rsid w:val="00D04A77"/>
    <w:rsid w:val="00D054DA"/>
    <w:rsid w:val="00D10DF5"/>
    <w:rsid w:val="00D11148"/>
    <w:rsid w:val="00D23BD7"/>
    <w:rsid w:val="00D24055"/>
    <w:rsid w:val="00D242BD"/>
    <w:rsid w:val="00D247C5"/>
    <w:rsid w:val="00D252DE"/>
    <w:rsid w:val="00D449D0"/>
    <w:rsid w:val="00D50218"/>
    <w:rsid w:val="00D5666F"/>
    <w:rsid w:val="00D56B79"/>
    <w:rsid w:val="00D61BA2"/>
    <w:rsid w:val="00D636EE"/>
    <w:rsid w:val="00D72170"/>
    <w:rsid w:val="00D72ACD"/>
    <w:rsid w:val="00D74186"/>
    <w:rsid w:val="00D81E94"/>
    <w:rsid w:val="00D91C9B"/>
    <w:rsid w:val="00D92657"/>
    <w:rsid w:val="00D93904"/>
    <w:rsid w:val="00D95920"/>
    <w:rsid w:val="00D95C02"/>
    <w:rsid w:val="00DA6416"/>
    <w:rsid w:val="00DA6667"/>
    <w:rsid w:val="00DB2B60"/>
    <w:rsid w:val="00DC25E2"/>
    <w:rsid w:val="00DC27E9"/>
    <w:rsid w:val="00DC31F8"/>
    <w:rsid w:val="00DC6E24"/>
    <w:rsid w:val="00DC7FDE"/>
    <w:rsid w:val="00DD0AF0"/>
    <w:rsid w:val="00DD0D75"/>
    <w:rsid w:val="00DD3F41"/>
    <w:rsid w:val="00DD426A"/>
    <w:rsid w:val="00DE0A29"/>
    <w:rsid w:val="00DE0C8A"/>
    <w:rsid w:val="00DE59A8"/>
    <w:rsid w:val="00DE7411"/>
    <w:rsid w:val="00DF18E5"/>
    <w:rsid w:val="00DF27BA"/>
    <w:rsid w:val="00DF4288"/>
    <w:rsid w:val="00DF523F"/>
    <w:rsid w:val="00E01919"/>
    <w:rsid w:val="00E021AD"/>
    <w:rsid w:val="00E06E0D"/>
    <w:rsid w:val="00E10FBD"/>
    <w:rsid w:val="00E16915"/>
    <w:rsid w:val="00E16A1D"/>
    <w:rsid w:val="00E20C41"/>
    <w:rsid w:val="00E2636F"/>
    <w:rsid w:val="00E36DAD"/>
    <w:rsid w:val="00E531D7"/>
    <w:rsid w:val="00E53618"/>
    <w:rsid w:val="00E57123"/>
    <w:rsid w:val="00E57AD2"/>
    <w:rsid w:val="00E611A5"/>
    <w:rsid w:val="00E6287F"/>
    <w:rsid w:val="00E636B8"/>
    <w:rsid w:val="00E64A4B"/>
    <w:rsid w:val="00E65519"/>
    <w:rsid w:val="00E75D26"/>
    <w:rsid w:val="00E8381C"/>
    <w:rsid w:val="00E8407A"/>
    <w:rsid w:val="00E86AA2"/>
    <w:rsid w:val="00E90E88"/>
    <w:rsid w:val="00E931CF"/>
    <w:rsid w:val="00E94414"/>
    <w:rsid w:val="00E95688"/>
    <w:rsid w:val="00EC1FBE"/>
    <w:rsid w:val="00EC2426"/>
    <w:rsid w:val="00EC2E04"/>
    <w:rsid w:val="00EC729D"/>
    <w:rsid w:val="00ED182D"/>
    <w:rsid w:val="00EE6BF7"/>
    <w:rsid w:val="00EF272B"/>
    <w:rsid w:val="00EF4C10"/>
    <w:rsid w:val="00EF6C28"/>
    <w:rsid w:val="00EF6D50"/>
    <w:rsid w:val="00EF7E9F"/>
    <w:rsid w:val="00F004E8"/>
    <w:rsid w:val="00F012D5"/>
    <w:rsid w:val="00F03235"/>
    <w:rsid w:val="00F133DD"/>
    <w:rsid w:val="00F1470A"/>
    <w:rsid w:val="00F16A3A"/>
    <w:rsid w:val="00F17F0B"/>
    <w:rsid w:val="00F33E56"/>
    <w:rsid w:val="00F3723F"/>
    <w:rsid w:val="00F407EA"/>
    <w:rsid w:val="00F41E5A"/>
    <w:rsid w:val="00F42C93"/>
    <w:rsid w:val="00F471BE"/>
    <w:rsid w:val="00F476B7"/>
    <w:rsid w:val="00F478CB"/>
    <w:rsid w:val="00F5040D"/>
    <w:rsid w:val="00F5250B"/>
    <w:rsid w:val="00F5271A"/>
    <w:rsid w:val="00F5464F"/>
    <w:rsid w:val="00F5533F"/>
    <w:rsid w:val="00F61281"/>
    <w:rsid w:val="00F66564"/>
    <w:rsid w:val="00F753FB"/>
    <w:rsid w:val="00F75CAE"/>
    <w:rsid w:val="00F90B64"/>
    <w:rsid w:val="00F91EB1"/>
    <w:rsid w:val="00F92578"/>
    <w:rsid w:val="00F95C3D"/>
    <w:rsid w:val="00FA21D1"/>
    <w:rsid w:val="00FA5B55"/>
    <w:rsid w:val="00FA5D0A"/>
    <w:rsid w:val="00FA627C"/>
    <w:rsid w:val="00FA6CA6"/>
    <w:rsid w:val="00FA743D"/>
    <w:rsid w:val="00FB029C"/>
    <w:rsid w:val="00FB7AA9"/>
    <w:rsid w:val="00FC4A68"/>
    <w:rsid w:val="00FC7ED1"/>
    <w:rsid w:val="00FD1CA0"/>
    <w:rsid w:val="00FD491E"/>
    <w:rsid w:val="00FD575E"/>
    <w:rsid w:val="00FE11FF"/>
    <w:rsid w:val="00FE3D20"/>
    <w:rsid w:val="00FE6CA3"/>
    <w:rsid w:val="00FF0CF3"/>
    <w:rsid w:val="00FF210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11E3F8"/>
  <w15:docId w15:val="{B2C83D7B-1069-42C9-85A0-4BF177C4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4288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E2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E2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327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E2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34B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B327A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olo1Carattere">
    <w:name w:val="Titolo 1 Carattere"/>
    <w:basedOn w:val="Carpredefinitoparagrafo"/>
    <w:link w:val="Titolo1"/>
    <w:rsid w:val="006E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AAC"/>
    <w:rPr>
      <w:b/>
      <w:bCs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semiHidden/>
    <w:rsid w:val="006E2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6E2AAC"/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E2AAC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6E2AAC"/>
    <w:rPr>
      <w:rFonts w:ascii="Bookman Old Style" w:hAnsi="Bookman Old Style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2AAC"/>
    <w:rPr>
      <w:rFonts w:ascii="Bookman Old Style" w:hAnsi="Bookman Old Style" w:cs="Consolas"/>
      <w:sz w:val="22"/>
      <w:szCs w:val="21"/>
      <w:lang w:eastAsia="en-US"/>
    </w:rPr>
  </w:style>
  <w:style w:type="paragraph" w:styleId="Testocommento">
    <w:name w:val="annotation text"/>
    <w:basedOn w:val="Normale"/>
    <w:link w:val="TestocommentoCarattere"/>
    <w:unhideWhenUsed/>
    <w:rsid w:val="006E2AA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E2AAC"/>
  </w:style>
  <w:style w:type="character" w:styleId="Rimandocommento">
    <w:name w:val="annotation reference"/>
    <w:basedOn w:val="Carpredefinitoparagrafo"/>
    <w:unhideWhenUsed/>
    <w:rsid w:val="006E2AAC"/>
    <w:rPr>
      <w:sz w:val="16"/>
      <w:szCs w:val="16"/>
    </w:rPr>
  </w:style>
  <w:style w:type="paragraph" w:customStyle="1" w:styleId="Default">
    <w:name w:val="Default"/>
    <w:rsid w:val="006E2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6E2AAC"/>
    <w:rPr>
      <w:rFonts w:eastAsia="MS Mincho"/>
      <w:sz w:val="20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2AAC"/>
    <w:rPr>
      <w:rFonts w:eastAsia="MS Mincho"/>
      <w:lang w:eastAsia="ja-JP"/>
    </w:rPr>
  </w:style>
  <w:style w:type="character" w:styleId="Rimandonotaapidipagina">
    <w:name w:val="footnote reference"/>
    <w:unhideWhenUsed/>
    <w:rsid w:val="006E2AAC"/>
    <w:rPr>
      <w:vertAlign w:val="superscript"/>
    </w:rPr>
  </w:style>
  <w:style w:type="paragraph" w:styleId="Corpotesto">
    <w:name w:val="Body Text"/>
    <w:basedOn w:val="Normale"/>
    <w:link w:val="CorpotestoCarattere"/>
    <w:unhideWhenUsed/>
    <w:rsid w:val="006E2AAC"/>
    <w:pPr>
      <w:spacing w:after="120"/>
    </w:pPr>
    <w:rPr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E2AAC"/>
    <w:rPr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E2AAC"/>
    <w:pPr>
      <w:spacing w:after="120" w:line="480" w:lineRule="auto"/>
    </w:pPr>
    <w:rPr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6E2A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2AAC"/>
    <w:pPr>
      <w:spacing w:before="100" w:beforeAutospacing="1" w:after="100" w:afterAutospacing="1"/>
    </w:pPr>
    <w:rPr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6E2A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Carpredefinitoparagrafo"/>
    <w:rsid w:val="006E2AAC"/>
  </w:style>
  <w:style w:type="character" w:styleId="Enfasicorsivo">
    <w:name w:val="Emphasis"/>
    <w:basedOn w:val="Carpredefinitoparagrafo"/>
    <w:uiPriority w:val="20"/>
    <w:qFormat/>
    <w:rsid w:val="006E2AAC"/>
    <w:rPr>
      <w:i/>
      <w:iCs/>
    </w:rPr>
  </w:style>
  <w:style w:type="paragraph" w:customStyle="1" w:styleId="phone-number">
    <w:name w:val="phone-number"/>
    <w:basedOn w:val="Normale"/>
    <w:rsid w:val="00911D4D"/>
    <w:pPr>
      <w:spacing w:before="100" w:beforeAutospacing="1" w:after="100" w:afterAutospacing="1"/>
    </w:pPr>
    <w:rPr>
      <w:szCs w:val="24"/>
    </w:rPr>
  </w:style>
  <w:style w:type="character" w:customStyle="1" w:styleId="st1">
    <w:name w:val="st1"/>
    <w:basedOn w:val="Carpredefinitoparagrafo"/>
    <w:rsid w:val="001D6626"/>
  </w:style>
  <w:style w:type="paragraph" w:customStyle="1" w:styleId="info">
    <w:name w:val="info"/>
    <w:basedOn w:val="Normale"/>
    <w:rsid w:val="0008360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64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9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31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0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6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9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0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8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6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9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7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01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0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5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67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22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6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1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64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1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5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3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65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7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3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9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34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1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96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76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6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7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NUOVA_CARTA_INTESTATA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1BF6-BD24-4C40-A7F1-EB339A99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</Template>
  <TotalTime>291</TotalTime>
  <Pages>5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Forconi Daniela</cp:lastModifiedBy>
  <cp:revision>35</cp:revision>
  <cp:lastPrinted>2024-09-11T13:01:00Z</cp:lastPrinted>
  <dcterms:created xsi:type="dcterms:W3CDTF">2021-08-10T21:53:00Z</dcterms:created>
  <dcterms:modified xsi:type="dcterms:W3CDTF">2024-10-07T10:19:00Z</dcterms:modified>
</cp:coreProperties>
</file>